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5C2785" w:rsidRPr="00B0544D" w14:paraId="26543635" w14:textId="77777777" w:rsidTr="00541B04">
        <w:tc>
          <w:tcPr>
            <w:tcW w:w="1311" w:type="dxa"/>
          </w:tcPr>
          <w:p w14:paraId="6B9B664C" w14:textId="77777777" w:rsidR="005C2785" w:rsidRPr="00F53758" w:rsidRDefault="005C2785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F53758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43B06094" w14:textId="77777777" w:rsidR="005C2785" w:rsidRPr="00F53758" w:rsidRDefault="005C2785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53758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6075E80D" w14:textId="77777777" w:rsidR="005C2785" w:rsidRPr="00F53758" w:rsidRDefault="005C2785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53758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5C2785" w:rsidRPr="00357036" w14:paraId="704EB513" w14:textId="77777777" w:rsidTr="00541B04">
        <w:tc>
          <w:tcPr>
            <w:tcW w:w="1311" w:type="dxa"/>
          </w:tcPr>
          <w:p w14:paraId="07B04FEC" w14:textId="77777777" w:rsidR="005C2785" w:rsidRPr="00F53758" w:rsidRDefault="005C2785" w:rsidP="00541B0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2086" w:type="dxa"/>
          </w:tcPr>
          <w:p w14:paraId="11F6BAD9" w14:textId="77777777" w:rsidR="005C2785" w:rsidRPr="00F53758" w:rsidRDefault="005C2785" w:rsidP="00541B04">
            <w:pPr>
              <w:jc w:val="center"/>
              <w:rPr>
                <w:rFonts w:ascii="Poppins" w:hAnsi="Poppins" w:cs="Poppins"/>
                <w:color w:val="0070C0"/>
                <w:sz w:val="20"/>
              </w:rPr>
            </w:pPr>
            <w:r w:rsidRPr="00F53758">
              <w:rPr>
                <w:rFonts w:ascii="Poppins" w:hAnsi="Poppins" w:cs="Poppins"/>
                <w:color w:val="000000" w:themeColor="text1"/>
                <w:sz w:val="20"/>
              </w:rPr>
              <w:t>Pannello isolante Classic Floor rivestito</w:t>
            </w:r>
            <w:r w:rsidRPr="00F53758">
              <w:rPr>
                <w:rFonts w:ascii="Poppins" w:hAnsi="Poppins" w:cs="Poppins"/>
                <w:color w:val="0070C0"/>
                <w:sz w:val="20"/>
              </w:rPr>
              <w:t xml:space="preserve"> </w:t>
            </w:r>
            <w:r w:rsidRPr="00F53758">
              <w:rPr>
                <w:rFonts w:ascii="Poppins" w:hAnsi="Poppins" w:cs="Poppins"/>
                <w:color w:val="FF0000"/>
                <w:sz w:val="20"/>
              </w:rPr>
              <w:t xml:space="preserve">H30 </w:t>
            </w:r>
            <w:r w:rsidRPr="008C2F7A">
              <w:rPr>
                <w:rFonts w:ascii="Poppins" w:hAnsi="Poppins" w:cs="Poppins"/>
                <w:sz w:val="20"/>
              </w:rPr>
              <w:t xml:space="preserve">30 kg/mc </w:t>
            </w:r>
            <w:r w:rsidRPr="00F53758">
              <w:rPr>
                <w:rFonts w:ascii="Poppins" w:hAnsi="Poppins" w:cs="Poppins"/>
                <w:sz w:val="20"/>
              </w:rPr>
              <w:t xml:space="preserve">con tubazione </w:t>
            </w:r>
            <w:r w:rsidRPr="00F53758">
              <w:rPr>
                <w:rFonts w:ascii="Poppins" w:hAnsi="Poppins" w:cs="Poppins"/>
                <w:color w:val="00B050"/>
                <w:sz w:val="20"/>
              </w:rPr>
              <w:t xml:space="preserve">Alpert 16x2 - 20x2 </w:t>
            </w:r>
            <w:r w:rsidRPr="00F53758">
              <w:rPr>
                <w:rFonts w:ascii="Poppins" w:hAnsi="Poppins" w:cs="Poppins"/>
                <w:sz w:val="20"/>
              </w:rPr>
              <w:t xml:space="preserve"> / </w:t>
            </w:r>
            <w:r w:rsidRPr="00F53758">
              <w:rPr>
                <w:rFonts w:ascii="Poppins" w:hAnsi="Poppins" w:cs="Poppins"/>
                <w:color w:val="FF0000"/>
                <w:sz w:val="20"/>
              </w:rPr>
              <w:t xml:space="preserve">PE-Xa 17x2 – 20x2 </w:t>
            </w:r>
            <w:r w:rsidRPr="00F53758">
              <w:rPr>
                <w:rFonts w:ascii="Poppins" w:hAnsi="Poppins" w:cs="Poppins"/>
                <w:color w:val="000000" w:themeColor="text1"/>
                <w:sz w:val="20"/>
              </w:rPr>
              <w:t xml:space="preserve">/ </w:t>
            </w:r>
            <w:r w:rsidRPr="00F53758">
              <w:rPr>
                <w:rFonts w:ascii="Poppins" w:hAnsi="Poppins" w:cs="Poppins"/>
                <w:color w:val="0070C0"/>
                <w:sz w:val="20"/>
              </w:rPr>
              <w:t>PE-Xc 17x2 – 20x2</w:t>
            </w:r>
            <w:r>
              <w:rPr>
                <w:rFonts w:ascii="Poppins" w:hAnsi="Poppins" w:cs="Poppins"/>
                <w:color w:val="0070C0"/>
                <w:sz w:val="20"/>
              </w:rPr>
              <w:t xml:space="preserve"> </w:t>
            </w:r>
            <w:r w:rsidRPr="00163E9E">
              <w:rPr>
                <w:rFonts w:ascii="Poppins" w:hAnsi="Poppins" w:cs="Poppins"/>
                <w:sz w:val="20"/>
              </w:rPr>
              <w:t xml:space="preserve">/ </w:t>
            </w:r>
            <w:r w:rsidRPr="00595482">
              <w:rPr>
                <w:rFonts w:ascii="Poppins" w:hAnsi="Poppins" w:cs="Poppins"/>
                <w:color w:val="FFC000"/>
                <w:sz w:val="20"/>
              </w:rPr>
              <w:t>PE-RT 17x2</w:t>
            </w:r>
          </w:p>
        </w:tc>
        <w:tc>
          <w:tcPr>
            <w:tcW w:w="6101" w:type="dxa"/>
          </w:tcPr>
          <w:p w14:paraId="416ACD74" w14:textId="77777777" w:rsidR="005C2785" w:rsidRPr="00F53758" w:rsidRDefault="005C2785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F53758">
              <w:rPr>
                <w:rFonts w:ascii="Poppins" w:hAnsi="Poppins" w:cs="Poppins"/>
                <w:sz w:val="20"/>
              </w:rPr>
              <w:t>Sistema di riscaldamento/raffrescamento a pavimento con posa dei tubi a serpentino.</w:t>
            </w:r>
          </w:p>
          <w:p w14:paraId="3958C4F1" w14:textId="77777777" w:rsidR="005C2785" w:rsidRPr="00F53758" w:rsidRDefault="005C2785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F53758">
              <w:rPr>
                <w:rFonts w:ascii="Poppins" w:hAnsi="Poppins" w:cs="Poppins"/>
                <w:sz w:val="20"/>
              </w:rPr>
              <w:t xml:space="preserve"> </w:t>
            </w:r>
          </w:p>
          <w:p w14:paraId="1D881750" w14:textId="77777777" w:rsidR="005C2785" w:rsidRPr="00F53758" w:rsidRDefault="005C2785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F53758">
              <w:rPr>
                <w:rFonts w:ascii="Poppins" w:hAnsi="Poppins" w:cs="Poppins"/>
                <w:sz w:val="20"/>
              </w:rPr>
              <w:t>Il sistema è costituito da:</w:t>
            </w:r>
          </w:p>
          <w:p w14:paraId="08F30FAA" w14:textId="77777777" w:rsidR="005C2785" w:rsidRPr="00F53758" w:rsidRDefault="005C2785" w:rsidP="00541B04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F53758">
              <w:rPr>
                <w:rFonts w:ascii="Poppins" w:hAnsi="Poppins" w:cs="Poppins"/>
              </w:rPr>
              <w:t xml:space="preserve">Pannello isolante in polietilene espanso (EPS) stampato </w:t>
            </w:r>
            <w:r w:rsidRPr="00F53758">
              <w:rPr>
                <w:rFonts w:ascii="Poppins" w:hAnsi="Poppins" w:cs="Poppins"/>
                <w:color w:val="000000" w:themeColor="text1"/>
              </w:rPr>
              <w:t>Standard Floor</w:t>
            </w:r>
            <w:r w:rsidRPr="00F53758">
              <w:rPr>
                <w:rFonts w:ascii="Poppins" w:hAnsi="Poppins" w:cs="Poppins"/>
              </w:rPr>
              <w:t xml:space="preserve"> </w:t>
            </w:r>
            <w:r w:rsidRPr="00F53758">
              <w:rPr>
                <w:rFonts w:ascii="Poppins" w:hAnsi="Poppins" w:cs="Poppins"/>
                <w:color w:val="FF0000"/>
              </w:rPr>
              <w:t xml:space="preserve">H30 </w:t>
            </w:r>
            <w:r w:rsidRPr="008C2F7A">
              <w:rPr>
                <w:rFonts w:ascii="Poppins" w:hAnsi="Poppins" w:cs="Poppins"/>
              </w:rPr>
              <w:t xml:space="preserve">30 kg/mc </w:t>
            </w:r>
            <w:r w:rsidRPr="00F53758">
              <w:rPr>
                <w:rFonts w:ascii="Poppins" w:hAnsi="Poppins" w:cs="Poppins"/>
              </w:rPr>
              <w:t>per isolamento termico per tubo 16x2, 17x2 e 20x2 con superficie a bugne ed incastri perimetrali rivestito da un film termoformato, con accoppiamento a caldo, in polistirene rigido spessore 0,16 mm.  Passo tubi 7,5 cm.</w:t>
            </w:r>
          </w:p>
          <w:p w14:paraId="6FAC97B0" w14:textId="77777777" w:rsidR="005C2785" w:rsidRPr="00F53758" w:rsidRDefault="005C2785" w:rsidP="00541B04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F53758">
              <w:rPr>
                <w:rFonts w:ascii="Poppins" w:hAnsi="Poppins" w:cs="Poppins"/>
              </w:rPr>
              <w:t>Striscia isolante perimetrale in polietilene espanso a cellule chiuse, con banda adesiva per il fissaggio a parete, spessore 5 mm e altezza 150 mm.</w:t>
            </w:r>
          </w:p>
          <w:p w14:paraId="4B443E36" w14:textId="77777777" w:rsidR="005C2785" w:rsidRPr="00F53758" w:rsidRDefault="005C2785" w:rsidP="00541B04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F53758">
              <w:rPr>
                <w:rFonts w:ascii="Poppins" w:hAnsi="Poppins" w:cs="Poppins"/>
              </w:rPr>
              <w:t xml:space="preserve">Tubazioni </w:t>
            </w:r>
            <w:r w:rsidRPr="00F53758">
              <w:rPr>
                <w:rFonts w:ascii="Poppins" w:hAnsi="Poppins" w:cs="Poppins"/>
                <w:color w:val="00B050"/>
              </w:rPr>
              <w:t>Alpert 16x2 - 20x2</w:t>
            </w:r>
            <w:r w:rsidRPr="00F53758">
              <w:rPr>
                <w:rFonts w:ascii="Poppins" w:hAnsi="Poppins" w:cs="Poppins"/>
              </w:rPr>
              <w:t xml:space="preserve"> / </w:t>
            </w:r>
            <w:r w:rsidRPr="00F53758">
              <w:rPr>
                <w:rFonts w:ascii="Poppins" w:hAnsi="Poppins" w:cs="Poppins"/>
                <w:color w:val="FF0000"/>
              </w:rPr>
              <w:t xml:space="preserve">PE-Xa 17x2 – 20x2 </w:t>
            </w:r>
            <w:r w:rsidRPr="00F53758">
              <w:rPr>
                <w:rFonts w:ascii="Poppins" w:hAnsi="Poppins" w:cs="Poppins"/>
                <w:color w:val="000000" w:themeColor="text1"/>
              </w:rPr>
              <w:t xml:space="preserve">/ </w:t>
            </w:r>
            <w:r w:rsidRPr="00F53758">
              <w:rPr>
                <w:rFonts w:ascii="Poppins" w:hAnsi="Poppins" w:cs="Poppins"/>
                <w:color w:val="0070C0"/>
              </w:rPr>
              <w:t>PE-Xc</w:t>
            </w:r>
            <w:r>
              <w:rPr>
                <w:rFonts w:ascii="Poppins" w:hAnsi="Poppins" w:cs="Poppins"/>
                <w:color w:val="0070C0"/>
              </w:rPr>
              <w:t xml:space="preserve"> </w:t>
            </w:r>
            <w:r w:rsidRPr="00F53758">
              <w:rPr>
                <w:rFonts w:ascii="Poppins" w:hAnsi="Poppins" w:cs="Poppins"/>
                <w:color w:val="0070C0"/>
              </w:rPr>
              <w:t>17x2 – 20x2</w:t>
            </w:r>
            <w:r>
              <w:rPr>
                <w:rFonts w:ascii="Poppins" w:hAnsi="Poppins" w:cs="Poppins"/>
                <w:color w:val="0070C0"/>
              </w:rPr>
              <w:t xml:space="preserve"> </w:t>
            </w:r>
            <w:r w:rsidRPr="00163E9E">
              <w:rPr>
                <w:rFonts w:ascii="Poppins" w:hAnsi="Poppins" w:cs="Poppins"/>
              </w:rPr>
              <w:t xml:space="preserve">/ </w:t>
            </w:r>
            <w:r w:rsidRPr="00595482">
              <w:rPr>
                <w:rFonts w:ascii="Poppins" w:hAnsi="Poppins" w:cs="Poppins"/>
                <w:color w:val="FFC000"/>
              </w:rPr>
              <w:t>PE-RT 17x2</w:t>
            </w:r>
          </w:p>
          <w:p w14:paraId="14138073" w14:textId="77777777" w:rsidR="005C2785" w:rsidRPr="00F53758" w:rsidRDefault="005C2785" w:rsidP="00541B04">
            <w:pPr>
              <w:pStyle w:val="Paragrafoelenco"/>
              <w:numPr>
                <w:ilvl w:val="0"/>
                <w:numId w:val="20"/>
              </w:numPr>
              <w:spacing w:after="160" w:line="254" w:lineRule="auto"/>
              <w:contextualSpacing/>
              <w:jc w:val="both"/>
              <w:rPr>
                <w:rFonts w:ascii="Poppins" w:hAnsi="Poppins" w:cs="Poppins"/>
              </w:rPr>
            </w:pPr>
            <w:r w:rsidRPr="00F53758">
              <w:rPr>
                <w:rFonts w:ascii="Poppins" w:hAnsi="Poppins" w:cs="Poppins"/>
              </w:rPr>
              <w:t>Eventuale foglio in polietilene, con funzione di strato separatore fra i pannelli e la soletta.</w:t>
            </w:r>
          </w:p>
          <w:p w14:paraId="4B3385A8" w14:textId="77777777" w:rsidR="005C2785" w:rsidRDefault="005C2785" w:rsidP="00541B04">
            <w:pPr>
              <w:pStyle w:val="Paragrafoelenco"/>
              <w:numPr>
                <w:ilvl w:val="0"/>
                <w:numId w:val="20"/>
              </w:num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  <w:r w:rsidRPr="00F53758">
              <w:rPr>
                <w:rFonts w:ascii="Poppins" w:hAnsi="Poppins" w:cs="Poppins"/>
              </w:rPr>
              <w:t>Altri accessori e componenti per la realizzazione del sistema a regola d’arte</w:t>
            </w:r>
            <w:r>
              <w:rPr>
                <w:rFonts w:ascii="Poppins" w:hAnsi="Poppins" w:cs="Poppins"/>
              </w:rPr>
              <w:t>.</w:t>
            </w:r>
          </w:p>
          <w:p w14:paraId="129B5B9F" w14:textId="77777777" w:rsidR="005C2785" w:rsidRPr="002A38F1" w:rsidRDefault="005C2785" w:rsidP="00541B04">
            <w:pPr>
              <w:spacing w:after="160" w:line="252" w:lineRule="auto"/>
              <w:contextualSpacing/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6D169137" w14:textId="77777777" w:rsidR="005C2785" w:rsidRPr="00F53758" w:rsidRDefault="005C2785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F53758">
              <w:rPr>
                <w:rFonts w:ascii="Poppins" w:hAnsi="Poppins" w:cs="Poppins"/>
                <w:sz w:val="20"/>
              </w:rPr>
              <w:t>Il sistema è conforme al tipo A (impianti con tubi completamente annegati nel massetto) come indicato nella norma UNI EN 1264-1. I pannelli sono prodotti in conformità alla norma UNI EN 13163 (isolanti termici per edilizia - prodotti in polistirene espanso ottenuti in fabbrica) e certificati come da Regolamento (UE) N. 305/2011. Presenza della marcatura CE sui pannelli e sulle etichette degli imballi.</w:t>
            </w:r>
          </w:p>
          <w:p w14:paraId="15CDDC80" w14:textId="77777777" w:rsidR="005C2785" w:rsidRPr="00F53758" w:rsidRDefault="005C2785" w:rsidP="00541B0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590D52C" w14:textId="77777777" w:rsidR="005C2785" w:rsidRPr="00F53758" w:rsidRDefault="005C2785" w:rsidP="00541B0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53758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53758">
              <w:rPr>
                <w:rFonts w:ascii="Poppins" w:hAnsi="Poppins" w:cs="Poppins"/>
                <w:b/>
                <w:sz w:val="20"/>
              </w:rPr>
              <w:t xml:space="preserve"> – Modello Pannello isolante Classic Floor  </w:t>
            </w:r>
            <w:r w:rsidRPr="00F53758">
              <w:rPr>
                <w:rFonts w:ascii="Poppins" w:hAnsi="Poppins" w:cs="Poppins"/>
                <w:b/>
                <w:color w:val="FF0000"/>
                <w:sz w:val="20"/>
              </w:rPr>
              <w:t>H30 30 kg/mc</w:t>
            </w:r>
            <w:r w:rsidRPr="00F53758">
              <w:rPr>
                <w:rFonts w:ascii="Poppins" w:hAnsi="Poppins" w:cs="Poppins"/>
                <w:b/>
                <w:sz w:val="20"/>
              </w:rPr>
              <w:t xml:space="preserve"> con tubazione </w:t>
            </w:r>
            <w:r w:rsidRPr="00F53758">
              <w:rPr>
                <w:rFonts w:ascii="Poppins" w:hAnsi="Poppins" w:cs="Poppins"/>
                <w:b/>
                <w:color w:val="00B050"/>
                <w:sz w:val="20"/>
              </w:rPr>
              <w:t xml:space="preserve">Alpert 16x2 - 20x2 </w:t>
            </w:r>
            <w:r w:rsidRPr="00F53758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F53758">
              <w:rPr>
                <w:rFonts w:ascii="Poppins" w:hAnsi="Poppins" w:cs="Poppins"/>
                <w:b/>
                <w:color w:val="FF0000"/>
                <w:sz w:val="20"/>
              </w:rPr>
              <w:t xml:space="preserve">PE-Xa 17x2 – 20x2 </w:t>
            </w:r>
            <w:r w:rsidRPr="00F53758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/ </w:t>
            </w:r>
            <w:r w:rsidRPr="00F53758">
              <w:rPr>
                <w:rFonts w:ascii="Poppins" w:hAnsi="Poppins" w:cs="Poppins"/>
                <w:b/>
                <w:color w:val="0070C0"/>
                <w:sz w:val="20"/>
              </w:rPr>
              <w:t>PE-Xc</w:t>
            </w:r>
            <w:r>
              <w:rPr>
                <w:rFonts w:ascii="Poppins" w:hAnsi="Poppins" w:cs="Poppins"/>
                <w:b/>
                <w:color w:val="0070C0"/>
                <w:sz w:val="20"/>
              </w:rPr>
              <w:t xml:space="preserve"> </w:t>
            </w:r>
            <w:r w:rsidRPr="00F53758">
              <w:rPr>
                <w:rFonts w:ascii="Poppins" w:hAnsi="Poppins" w:cs="Poppins"/>
                <w:b/>
                <w:color w:val="0070C0"/>
                <w:sz w:val="20"/>
              </w:rPr>
              <w:t>17x2 – 20x2</w:t>
            </w:r>
            <w:r>
              <w:rPr>
                <w:rFonts w:ascii="Poppins" w:hAnsi="Poppins" w:cs="Poppins"/>
                <w:b/>
                <w:color w:val="0070C0"/>
                <w:sz w:val="20"/>
              </w:rPr>
              <w:t xml:space="preserve"> </w:t>
            </w:r>
            <w:r w:rsidRPr="003153BD">
              <w:rPr>
                <w:rFonts w:ascii="Poppins" w:hAnsi="Poppins" w:cs="Poppins"/>
                <w:b/>
                <w:bCs/>
                <w:sz w:val="20"/>
              </w:rPr>
              <w:t xml:space="preserve">/ </w:t>
            </w:r>
            <w:r w:rsidRPr="003153BD">
              <w:rPr>
                <w:rFonts w:ascii="Poppins" w:hAnsi="Poppins" w:cs="Poppins"/>
                <w:b/>
                <w:bCs/>
                <w:color w:val="FFC000"/>
                <w:sz w:val="20"/>
              </w:rPr>
              <w:t>PE-RT 17x2</w:t>
            </w:r>
            <w:r w:rsidRPr="00F53758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53BBDF4C" w14:textId="77777777" w:rsidR="005C2785" w:rsidRDefault="005C2785"/>
    <w:p w14:paraId="534207A5" w14:textId="77777777" w:rsidR="005C2785" w:rsidRDefault="005C2785"/>
    <w:p w14:paraId="2E1EDAAB" w14:textId="77777777" w:rsidR="005C2785" w:rsidRDefault="005C2785"/>
    <w:p w14:paraId="6A2A2E4E" w14:textId="77777777" w:rsidR="005C2785" w:rsidRDefault="005C2785"/>
    <w:p w14:paraId="19013DEE" w14:textId="77777777" w:rsidR="005C2785" w:rsidRDefault="005C2785"/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4AE226B9" w14:textId="77777777" w:rsidTr="00F53758">
        <w:tc>
          <w:tcPr>
            <w:tcW w:w="1311" w:type="dxa"/>
          </w:tcPr>
          <w:p w14:paraId="37EC0664" w14:textId="77777777" w:rsidR="00757AC7" w:rsidRPr="00F53758" w:rsidRDefault="00757AC7" w:rsidP="007E1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F53758">
              <w:rPr>
                <w:rFonts w:ascii="Poppins" w:hAnsi="Poppins" w:cs="Poppins"/>
                <w:b/>
                <w:bCs/>
                <w:sz w:val="20"/>
              </w:rPr>
              <w:lastRenderedPageBreak/>
              <w:t>Codice</w:t>
            </w:r>
          </w:p>
        </w:tc>
        <w:tc>
          <w:tcPr>
            <w:tcW w:w="2086" w:type="dxa"/>
          </w:tcPr>
          <w:p w14:paraId="74BE0643" w14:textId="77777777" w:rsidR="00757AC7" w:rsidRPr="00F53758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53758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390333AC" w14:textId="77777777" w:rsidR="00757AC7" w:rsidRPr="00F53758" w:rsidRDefault="00757AC7" w:rsidP="007E1C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53758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F53758" w:rsidRPr="00F4606B" w14:paraId="6AF5B441" w14:textId="77777777" w:rsidTr="00F53758">
        <w:tc>
          <w:tcPr>
            <w:tcW w:w="1311" w:type="dxa"/>
          </w:tcPr>
          <w:p w14:paraId="4E0B017F" w14:textId="77777777" w:rsidR="00F53758" w:rsidRPr="00F53758" w:rsidRDefault="00F53758" w:rsidP="007E1CA9">
            <w:pPr>
              <w:jc w:val="center"/>
              <w:rPr>
                <w:rFonts w:ascii="Poppins" w:hAnsi="Poppins" w:cs="Poppins"/>
                <w:sz w:val="20"/>
              </w:rPr>
            </w:pPr>
            <w:r w:rsidRPr="00F53758">
              <w:rPr>
                <w:rFonts w:ascii="Poppins" w:hAnsi="Poppins" w:cs="Poppins"/>
                <w:sz w:val="20"/>
              </w:rPr>
              <w:t>28130099</w:t>
            </w:r>
          </w:p>
        </w:tc>
        <w:tc>
          <w:tcPr>
            <w:tcW w:w="2086" w:type="dxa"/>
          </w:tcPr>
          <w:p w14:paraId="1745498B" w14:textId="149CB3D1" w:rsidR="00F53758" w:rsidRPr="00F53758" w:rsidRDefault="00F53758" w:rsidP="008D5498">
            <w:pPr>
              <w:jc w:val="center"/>
              <w:rPr>
                <w:rFonts w:ascii="Poppins" w:hAnsi="Poppins" w:cs="Poppins"/>
                <w:sz w:val="20"/>
              </w:rPr>
            </w:pPr>
            <w:r w:rsidRPr="00F53758">
              <w:rPr>
                <w:rFonts w:ascii="Poppins" w:hAnsi="Poppins" w:cs="Poppins"/>
                <w:sz w:val="20"/>
              </w:rPr>
              <w:t>Pannello isolante Classic Floor rivestito</w:t>
            </w:r>
          </w:p>
          <w:p w14:paraId="63EE8FFB" w14:textId="77777777" w:rsidR="00F53758" w:rsidRDefault="00F53758" w:rsidP="008D5498">
            <w:pPr>
              <w:jc w:val="center"/>
              <w:rPr>
                <w:rFonts w:ascii="Poppins" w:hAnsi="Poppins" w:cs="Poppins"/>
                <w:sz w:val="20"/>
              </w:rPr>
            </w:pPr>
            <w:r w:rsidRPr="00F53758">
              <w:rPr>
                <w:rFonts w:ascii="Poppins" w:hAnsi="Poppins" w:cs="Poppins"/>
                <w:sz w:val="20"/>
              </w:rPr>
              <w:t>H30</w:t>
            </w:r>
          </w:p>
          <w:p w14:paraId="58231C42" w14:textId="4132FE2C" w:rsidR="00DD4D5F" w:rsidRPr="00F53758" w:rsidRDefault="00DD4D5F" w:rsidP="008D549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9 m2)</w:t>
            </w:r>
          </w:p>
        </w:tc>
        <w:tc>
          <w:tcPr>
            <w:tcW w:w="6101" w:type="dxa"/>
          </w:tcPr>
          <w:p w14:paraId="24B59399" w14:textId="77777777" w:rsidR="00ED49C9" w:rsidRDefault="00F53758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F53758">
              <w:rPr>
                <w:rFonts w:ascii="Poppins" w:hAnsi="Poppins" w:cs="Poppins"/>
                <w:sz w:val="20"/>
              </w:rPr>
              <w:t>Pannello in polistirene espanso tipo EPS 200, stampato, per isolamento termico certificato come da Regolamento (UE) N.305/2011, con incastri perimetrali, rivestito da un film in polistirene rigido.</w:t>
            </w:r>
          </w:p>
          <w:p w14:paraId="3241C0B0" w14:textId="77777777" w:rsidR="00ED49C9" w:rsidRDefault="00ED49C9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6CCF03D" w14:textId="5216081A" w:rsidR="00ED49C9" w:rsidRDefault="00F53758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F53758">
              <w:rPr>
                <w:rFonts w:ascii="Poppins" w:hAnsi="Poppins" w:cs="Poppins"/>
                <w:sz w:val="20"/>
              </w:rPr>
              <w:t>Passo di posa 75 mm (a serpentina).</w:t>
            </w:r>
          </w:p>
          <w:p w14:paraId="6953298B" w14:textId="13769A82" w:rsidR="00ED49C9" w:rsidRDefault="00F53758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F53758">
              <w:rPr>
                <w:rFonts w:ascii="Poppins" w:hAnsi="Poppins" w:cs="Poppins"/>
                <w:sz w:val="20"/>
              </w:rPr>
              <w:t>Densità 30 kg/m</w:t>
            </w:r>
            <w:r w:rsidR="00ED49C9">
              <w:rPr>
                <w:rFonts w:ascii="Poppins" w:hAnsi="Poppins" w:cs="Poppins"/>
                <w:sz w:val="20"/>
              </w:rPr>
              <w:t>3</w:t>
            </w:r>
            <w:r w:rsidRPr="00F53758">
              <w:rPr>
                <w:rFonts w:ascii="Poppins" w:hAnsi="Poppins" w:cs="Poppins"/>
                <w:sz w:val="20"/>
              </w:rPr>
              <w:t xml:space="preserve">, resistenza termica RD </w:t>
            </w:r>
            <w:r w:rsidR="00A560EE">
              <w:rPr>
                <w:rFonts w:ascii="Poppins" w:hAnsi="Poppins" w:cs="Poppins"/>
                <w:sz w:val="20"/>
              </w:rPr>
              <w:t>0</w:t>
            </w:r>
            <w:r w:rsidR="00DD4D5F">
              <w:rPr>
                <w:rFonts w:ascii="Poppins" w:hAnsi="Poppins" w:cs="Poppins"/>
                <w:sz w:val="20"/>
              </w:rPr>
              <w:t>,</w:t>
            </w:r>
            <w:r w:rsidR="00A560EE">
              <w:rPr>
                <w:rFonts w:ascii="Poppins" w:hAnsi="Poppins" w:cs="Poppins"/>
                <w:sz w:val="20"/>
              </w:rPr>
              <w:t>90</w:t>
            </w:r>
            <w:r w:rsidRPr="00F53758">
              <w:rPr>
                <w:rFonts w:ascii="Poppins" w:hAnsi="Poppins" w:cs="Poppins"/>
                <w:sz w:val="20"/>
              </w:rPr>
              <w:t xml:space="preserve"> m</w:t>
            </w:r>
            <w:r w:rsidR="00ED49C9">
              <w:rPr>
                <w:rFonts w:ascii="Poppins" w:hAnsi="Poppins" w:cs="Poppins"/>
                <w:sz w:val="20"/>
              </w:rPr>
              <w:t>2</w:t>
            </w:r>
            <w:r w:rsidRPr="00F53758">
              <w:rPr>
                <w:rFonts w:ascii="Poppins" w:hAnsi="Poppins" w:cs="Poppins"/>
                <w:sz w:val="20"/>
              </w:rPr>
              <w:t>K/W, spessore lastra 30 mm e spessore totale 65 mm.</w:t>
            </w:r>
          </w:p>
          <w:p w14:paraId="0C5F69F0" w14:textId="77777777" w:rsidR="00ED49C9" w:rsidRDefault="00F53758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F53758">
              <w:rPr>
                <w:rFonts w:ascii="Poppins" w:hAnsi="Poppins" w:cs="Poppins"/>
                <w:sz w:val="20"/>
              </w:rPr>
              <w:t>Interasse multiplo tra i tubi: 7,5 cm.</w:t>
            </w:r>
          </w:p>
          <w:p w14:paraId="55FFE3BF" w14:textId="375E53A8" w:rsidR="00F53758" w:rsidRPr="00F53758" w:rsidRDefault="00F53758" w:rsidP="007E1CA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53758">
              <w:rPr>
                <w:rFonts w:ascii="Poppins" w:hAnsi="Poppins" w:cs="Poppins"/>
                <w:sz w:val="20"/>
              </w:rPr>
              <w:t>Dimensioni (mm) 1200x750x65, confezione da 9 m</w:t>
            </w:r>
            <w:r w:rsidR="00ED49C9">
              <w:rPr>
                <w:rFonts w:ascii="Poppins" w:hAnsi="Poppins" w:cs="Poppins"/>
                <w:sz w:val="20"/>
              </w:rPr>
              <w:t>2</w:t>
            </w:r>
            <w:r w:rsidRPr="00F53758">
              <w:rPr>
                <w:rFonts w:ascii="Poppins" w:hAnsi="Poppins" w:cs="Poppins"/>
                <w:sz w:val="20"/>
              </w:rPr>
              <w:t>.</w:t>
            </w:r>
          </w:p>
          <w:p w14:paraId="54D0F312" w14:textId="77777777" w:rsidR="00F53758" w:rsidRPr="00F53758" w:rsidRDefault="00F53758" w:rsidP="007E1CA9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F09EDD3" w14:textId="3FE5843D" w:rsidR="00F53758" w:rsidRPr="00F53758" w:rsidRDefault="00F53758" w:rsidP="00DD4D5F">
            <w:pPr>
              <w:jc w:val="both"/>
              <w:rPr>
                <w:rFonts w:ascii="Poppins" w:hAnsi="Poppins" w:cs="Poppins"/>
                <w:sz w:val="20"/>
              </w:rPr>
            </w:pPr>
            <w:r w:rsidRPr="00F53758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A418FB">
              <w:rPr>
                <w:rFonts w:ascii="Poppins" w:hAnsi="Poppins" w:cs="Poppins"/>
                <w:b/>
                <w:sz w:val="20"/>
              </w:rPr>
              <w:t>Emmeti</w:t>
            </w:r>
            <w:r w:rsidRPr="00F53758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DD4D5F" w:rsidRPr="00DD4D5F">
              <w:rPr>
                <w:rFonts w:ascii="Poppins" w:hAnsi="Poppins" w:cs="Poppins"/>
                <w:b/>
                <w:sz w:val="20"/>
              </w:rPr>
              <w:t>Pannello isolante Classic Floor rivestito H30</w:t>
            </w:r>
            <w:r w:rsidR="00DD4D5F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D4D5F" w:rsidRPr="00DD4D5F">
              <w:rPr>
                <w:rFonts w:ascii="Poppins" w:hAnsi="Poppins" w:cs="Poppins"/>
                <w:b/>
                <w:sz w:val="20"/>
              </w:rPr>
              <w:t>(Conf. 9 m2)</w:t>
            </w:r>
            <w:r w:rsidR="00DD4D5F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53758">
              <w:rPr>
                <w:rFonts w:ascii="Poppins" w:hAnsi="Poppins" w:cs="Poppins"/>
                <w:b/>
                <w:sz w:val="20"/>
              </w:rPr>
              <w:t>o equivalente</w:t>
            </w:r>
            <w:r w:rsidR="0022311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62221" w:rsidRPr="00F4606B" w14:paraId="4E64EF29" w14:textId="77777777" w:rsidTr="00F53758">
        <w:tc>
          <w:tcPr>
            <w:tcW w:w="1311" w:type="dxa"/>
          </w:tcPr>
          <w:p w14:paraId="6F112483" w14:textId="3166E39D" w:rsidR="00A62221" w:rsidRPr="00F53758" w:rsidRDefault="00A62221" w:rsidP="007E1CA9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28107002</w:t>
            </w:r>
          </w:p>
        </w:tc>
        <w:tc>
          <w:tcPr>
            <w:tcW w:w="2086" w:type="dxa"/>
          </w:tcPr>
          <w:p w14:paraId="7580F208" w14:textId="77777777" w:rsidR="00A62221" w:rsidRPr="00844912" w:rsidRDefault="00A62221" w:rsidP="00A6222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7435BDD1" w14:textId="6ED223B3" w:rsidR="00A62221" w:rsidRPr="00F53758" w:rsidRDefault="00A62221" w:rsidP="00A62221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L=100 m</w:t>
            </w:r>
          </w:p>
        </w:tc>
        <w:tc>
          <w:tcPr>
            <w:tcW w:w="6101" w:type="dxa"/>
          </w:tcPr>
          <w:p w14:paraId="24665A2F" w14:textId="77777777" w:rsidR="00A62221" w:rsidRPr="00844912" w:rsidRDefault="00A62221" w:rsidP="007E1CA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059E88C1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DF11920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55D9F45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43B3C7D9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306A8FF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18E1E53" w14:textId="77777777" w:rsidR="00A62221" w:rsidRPr="00844912" w:rsidRDefault="00A62221" w:rsidP="007E1CA9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42E07E8" w14:textId="77777777" w:rsidR="00A62221" w:rsidRPr="00844912" w:rsidRDefault="00A62221" w:rsidP="007E1CA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4F21A22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16E175CD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6270FF14" w14:textId="77777777" w:rsidR="00A62221" w:rsidRPr="00844912" w:rsidRDefault="00A62221" w:rsidP="007E1CA9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3F698A8" w14:textId="77777777" w:rsidR="00A62221" w:rsidRPr="00844912" w:rsidRDefault="00A62221" w:rsidP="007E1CA9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64B1835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49EC856A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11C71D62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EBF0555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13C415B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FA411BC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74490C52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316A9A61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61B146FD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68FD4A40" w14:textId="77777777" w:rsidR="00A62221" w:rsidRPr="00844912" w:rsidRDefault="00A62221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38215E" w14:textId="58165A22" w:rsidR="00A62221" w:rsidRPr="00F53758" w:rsidRDefault="00A62221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16x2, lunghezza rotolo 100 m o equivalente.</w:t>
            </w:r>
          </w:p>
        </w:tc>
      </w:tr>
      <w:tr w:rsidR="00A62221" w:rsidRPr="00F4606B" w14:paraId="54C066DE" w14:textId="77777777" w:rsidTr="00F53758">
        <w:tc>
          <w:tcPr>
            <w:tcW w:w="1311" w:type="dxa"/>
          </w:tcPr>
          <w:p w14:paraId="1137D3D6" w14:textId="69B7A6A7" w:rsidR="00A62221" w:rsidRPr="00F53758" w:rsidRDefault="00A62221" w:rsidP="007E1CA9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28107000</w:t>
            </w:r>
          </w:p>
        </w:tc>
        <w:tc>
          <w:tcPr>
            <w:tcW w:w="2086" w:type="dxa"/>
          </w:tcPr>
          <w:p w14:paraId="0B6E5A09" w14:textId="77777777" w:rsidR="00A62221" w:rsidRPr="00844912" w:rsidRDefault="00A62221" w:rsidP="00A6222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47779A6C" w14:textId="2380C065" w:rsidR="00A62221" w:rsidRPr="00F53758" w:rsidRDefault="00A62221" w:rsidP="00A62221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L=200 m</w:t>
            </w:r>
          </w:p>
        </w:tc>
        <w:tc>
          <w:tcPr>
            <w:tcW w:w="6101" w:type="dxa"/>
          </w:tcPr>
          <w:p w14:paraId="484B6D6F" w14:textId="77777777" w:rsidR="00A62221" w:rsidRPr="00844912" w:rsidRDefault="00A62221" w:rsidP="007E1CA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10B211CB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A6163C0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253C8FC6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F645C4C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835A061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6C56A218" w14:textId="77777777" w:rsidR="00A62221" w:rsidRPr="00844912" w:rsidRDefault="00A62221" w:rsidP="007E1CA9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52957265" w14:textId="77777777" w:rsidR="00A62221" w:rsidRPr="00844912" w:rsidRDefault="00A62221" w:rsidP="007E1CA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A527A50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592B1EEF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664EA8CA" w14:textId="77777777" w:rsidR="00A62221" w:rsidRPr="00844912" w:rsidRDefault="00A62221" w:rsidP="007E1CA9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2AE31C9" w14:textId="77777777" w:rsidR="00A62221" w:rsidRPr="00844912" w:rsidRDefault="00A62221" w:rsidP="007E1CA9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1FB8D525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0D5C04A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33E942C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2C74C27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72C14ADB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7C61B9D4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C22E709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72062932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200 metri</w:t>
            </w:r>
          </w:p>
          <w:p w14:paraId="716756B3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247614D4" w14:textId="77777777" w:rsidR="00A62221" w:rsidRPr="00844912" w:rsidRDefault="00A62221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A1798A" w14:textId="6109CFF9" w:rsidR="00A62221" w:rsidRPr="00F53758" w:rsidRDefault="00A62221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16x2, lunghezza rotolo 200 m o equivalente.</w:t>
            </w:r>
          </w:p>
        </w:tc>
      </w:tr>
      <w:tr w:rsidR="00A62221" w:rsidRPr="00F4606B" w14:paraId="7302B0FF" w14:textId="77777777" w:rsidTr="00F53758">
        <w:tc>
          <w:tcPr>
            <w:tcW w:w="1311" w:type="dxa"/>
          </w:tcPr>
          <w:p w14:paraId="74373447" w14:textId="4E281D60" w:rsidR="00A62221" w:rsidRPr="00F53758" w:rsidRDefault="00A62221" w:rsidP="007E1CA9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28107004</w:t>
            </w:r>
          </w:p>
        </w:tc>
        <w:tc>
          <w:tcPr>
            <w:tcW w:w="2086" w:type="dxa"/>
          </w:tcPr>
          <w:p w14:paraId="1E389F82" w14:textId="77777777" w:rsidR="00A62221" w:rsidRPr="00844912" w:rsidRDefault="00A62221" w:rsidP="00A6222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3FDCC8CC" w14:textId="7D4BF166" w:rsidR="00A62221" w:rsidRPr="00F53758" w:rsidRDefault="00A62221" w:rsidP="00A62221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L=500 m</w:t>
            </w:r>
          </w:p>
        </w:tc>
        <w:tc>
          <w:tcPr>
            <w:tcW w:w="6101" w:type="dxa"/>
          </w:tcPr>
          <w:p w14:paraId="68198FC9" w14:textId="77777777" w:rsidR="00A62221" w:rsidRPr="00844912" w:rsidRDefault="00A62221" w:rsidP="007E1CA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37AE130C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C1D84F5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3827D6E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401290F2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234F5F4B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37078FBF" w14:textId="77777777" w:rsidR="00A62221" w:rsidRPr="00844912" w:rsidRDefault="00A62221" w:rsidP="007E1CA9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8226183" w14:textId="77777777" w:rsidR="00A62221" w:rsidRPr="00844912" w:rsidRDefault="00A62221" w:rsidP="007E1CA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A03B13D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1AB3320D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6793DBBC" w14:textId="77777777" w:rsidR="00A62221" w:rsidRPr="00844912" w:rsidRDefault="00A62221" w:rsidP="007E1CA9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E61B249" w14:textId="77777777" w:rsidR="00A62221" w:rsidRPr="00844912" w:rsidRDefault="00A62221" w:rsidP="007E1CA9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75015F13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0A963D2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D675C50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514D278D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17F338CC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68D6A527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0D8AA81B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1B5FCC9B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500 metri</w:t>
            </w:r>
          </w:p>
          <w:p w14:paraId="45392402" w14:textId="77777777" w:rsidR="00A62221" w:rsidRPr="00844912" w:rsidRDefault="00A62221" w:rsidP="007E1CA9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3C27486E" w14:textId="77777777" w:rsidR="00A62221" w:rsidRPr="00844912" w:rsidRDefault="00A62221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8A31253" w14:textId="4A12666C" w:rsidR="00A62221" w:rsidRPr="00F53758" w:rsidRDefault="00A62221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16x2, lunghezza rotolo 500 m o equivalente.</w:t>
            </w:r>
          </w:p>
        </w:tc>
      </w:tr>
      <w:tr w:rsidR="00A03D8F" w:rsidRPr="00F4606B" w14:paraId="7A0C8118" w14:textId="77777777" w:rsidTr="00F53758">
        <w:tc>
          <w:tcPr>
            <w:tcW w:w="1311" w:type="dxa"/>
          </w:tcPr>
          <w:p w14:paraId="4709BF53" w14:textId="681E0BD7" w:rsidR="00A03D8F" w:rsidRPr="00844912" w:rsidRDefault="00A03D8F" w:rsidP="007E1CA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lastRenderedPageBreak/>
              <w:t>28107016</w:t>
            </w:r>
          </w:p>
        </w:tc>
        <w:tc>
          <w:tcPr>
            <w:tcW w:w="2086" w:type="dxa"/>
          </w:tcPr>
          <w:p w14:paraId="63B915E3" w14:textId="77777777" w:rsidR="00A03D8F" w:rsidRPr="00904071" w:rsidRDefault="00A03D8F" w:rsidP="00A03D8F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Tubazione Emmeti</w:t>
            </w:r>
          </w:p>
          <w:p w14:paraId="4E899D0D" w14:textId="77777777" w:rsidR="00A03D8F" w:rsidRPr="00904071" w:rsidRDefault="00A03D8F" w:rsidP="00A03D8F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Alpert 20x2</w:t>
            </w:r>
          </w:p>
          <w:p w14:paraId="5BFDA439" w14:textId="105AD1AB" w:rsidR="00A03D8F" w:rsidRPr="00844912" w:rsidRDefault="00A03D8F" w:rsidP="00A03D8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L=100 m</w:t>
            </w:r>
          </w:p>
        </w:tc>
        <w:tc>
          <w:tcPr>
            <w:tcW w:w="6101" w:type="dxa"/>
          </w:tcPr>
          <w:p w14:paraId="072A4DB7" w14:textId="77777777" w:rsidR="00A03D8F" w:rsidRPr="0028013F" w:rsidRDefault="00A03D8F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28013F">
              <w:rPr>
                <w:rFonts w:ascii="Poppins" w:hAnsi="Poppins" w:cs="Poppins"/>
                <w:sz w:val="20"/>
              </w:rPr>
              <w:t xml:space="preserve">Tubo multistrato </w:t>
            </w:r>
            <w:r>
              <w:rPr>
                <w:rFonts w:ascii="Poppins" w:hAnsi="Poppins" w:cs="Poppins"/>
                <w:sz w:val="20"/>
              </w:rPr>
              <w:t>20</w:t>
            </w:r>
            <w:r w:rsidRPr="0028013F">
              <w:rPr>
                <w:rFonts w:ascii="Poppins" w:hAnsi="Poppins" w:cs="Poppins"/>
                <w:sz w:val="20"/>
              </w:rPr>
              <w:t xml:space="preserve"> x 2 (diametro esterno </w:t>
            </w:r>
            <w:r>
              <w:rPr>
                <w:rFonts w:ascii="Poppins" w:hAnsi="Poppins" w:cs="Poppins"/>
                <w:sz w:val="20"/>
              </w:rPr>
              <w:t>20</w:t>
            </w:r>
            <w:r w:rsidRPr="0028013F">
              <w:rPr>
                <w:rFonts w:ascii="Poppins" w:hAnsi="Poppins" w:cs="Poppins"/>
                <w:sz w:val="20"/>
              </w:rPr>
              <w:t xml:space="preserve"> mm; spessore 2 mm)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28013F">
              <w:rPr>
                <w:rFonts w:ascii="Poppins" w:hAnsi="Poppins" w:cs="Poppins"/>
                <w:sz w:val="20"/>
              </w:rPr>
              <w:t>costituito da:</w:t>
            </w:r>
          </w:p>
          <w:p w14:paraId="7CF4089E" w14:textId="77777777" w:rsidR="00A03D8F" w:rsidRPr="0028013F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Tubo interno in polietilene non reticolato (PE-RT)</w:t>
            </w:r>
          </w:p>
          <w:p w14:paraId="38FB9CDF" w14:textId="77777777" w:rsidR="00A03D8F" w:rsidRPr="0028013F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Strato di connessione che unisce il tubo interno al tubo di alluminio</w:t>
            </w:r>
          </w:p>
          <w:p w14:paraId="27BDDA13" w14:textId="77777777" w:rsidR="00A03D8F" w:rsidRPr="0028013F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Tubo di alluminio saldato in continuo di testa</w:t>
            </w:r>
          </w:p>
          <w:p w14:paraId="3963D42F" w14:textId="77777777" w:rsidR="00A03D8F" w:rsidRPr="0028013F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Strato di connessione che unisce il tubo esterno al tubo di alluminio</w:t>
            </w:r>
          </w:p>
          <w:p w14:paraId="45CFDB47" w14:textId="77777777" w:rsidR="00A03D8F" w:rsidRPr="0028013F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Tubo esterno in polietilene non reticolato (PE-RT)</w:t>
            </w:r>
          </w:p>
          <w:p w14:paraId="521C0237" w14:textId="77777777" w:rsidR="00A03D8F" w:rsidRPr="00904071" w:rsidRDefault="00A03D8F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78DE681" w14:textId="77777777" w:rsidR="00A03D8F" w:rsidRPr="00C64F36" w:rsidRDefault="00A03D8F" w:rsidP="007E1CA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64F3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9D09345" w14:textId="77777777" w:rsidR="00A03D8F" w:rsidRPr="00C64F36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Classi applicative (UNI ISO 21003): 2/10 bar, 5/10 bar</w:t>
            </w:r>
          </w:p>
          <w:p w14:paraId="11AE7E95" w14:textId="77777777" w:rsidR="00A03D8F" w:rsidRPr="00C64F36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Temperatura massima di esercizio: 70 °C</w:t>
            </w:r>
          </w:p>
          <w:p w14:paraId="6E3ADCAA" w14:textId="77777777" w:rsidR="00A03D8F" w:rsidRPr="00C64F36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Pressione massima di esercizio: 10 bar</w:t>
            </w:r>
          </w:p>
          <w:p w14:paraId="63304AFC" w14:textId="77777777" w:rsidR="00A03D8F" w:rsidRPr="00C64F36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Coefficiente di dilatazione lineare: 0.026 mm/m °C</w:t>
            </w:r>
          </w:p>
          <w:p w14:paraId="4EB98EAC" w14:textId="77777777" w:rsidR="00A03D8F" w:rsidRPr="00C64F36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Conducibilità termica: 0.45 W/m °C</w:t>
            </w:r>
          </w:p>
          <w:p w14:paraId="3FA33041" w14:textId="77777777" w:rsidR="00A03D8F" w:rsidRPr="00C64F36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Raggio minimo di curvatura: 5 x Ø tubo</w:t>
            </w:r>
          </w:p>
          <w:p w14:paraId="727F0A4C" w14:textId="77777777" w:rsidR="00A03D8F" w:rsidRPr="00C64F36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Rugosità superficiale del tubo interno: 7µm</w:t>
            </w:r>
          </w:p>
          <w:p w14:paraId="0EBAF9E7" w14:textId="77777777" w:rsidR="00A03D8F" w:rsidRPr="00C64F36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Contenuto di acqua: 0,11 l/m</w:t>
            </w:r>
          </w:p>
          <w:p w14:paraId="3611C2CC" w14:textId="77777777" w:rsidR="00A03D8F" w:rsidRPr="00C64F36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Lunghezza rotolo: 100 metri</w:t>
            </w:r>
          </w:p>
          <w:p w14:paraId="626AE892" w14:textId="77777777" w:rsidR="00A03D8F" w:rsidRPr="00C64F36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Applicazioni: impianti termici / sanitari</w:t>
            </w:r>
          </w:p>
          <w:p w14:paraId="3A69086C" w14:textId="77777777" w:rsidR="00A03D8F" w:rsidRPr="00904071" w:rsidRDefault="00A03D8F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C920D14" w14:textId="6A74F9D6" w:rsidR="00A03D8F" w:rsidRPr="00844912" w:rsidRDefault="00A03D8F" w:rsidP="007E1CA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90407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904071">
              <w:rPr>
                <w:rFonts w:ascii="Poppins" w:hAnsi="Poppins" w:cs="Poppins"/>
                <w:b/>
                <w:sz w:val="20"/>
              </w:rPr>
              <w:t xml:space="preserve"> – Modello Tubazione Emmeti Alpert 20x2 L=100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03D8F" w:rsidRPr="00F4606B" w14:paraId="27C9D302" w14:textId="77777777" w:rsidTr="00F53758">
        <w:tc>
          <w:tcPr>
            <w:tcW w:w="1311" w:type="dxa"/>
          </w:tcPr>
          <w:p w14:paraId="07C56AFE" w14:textId="24A18872" w:rsidR="00A03D8F" w:rsidRPr="00844912" w:rsidRDefault="00A03D8F" w:rsidP="007E1CA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28107018</w:t>
            </w:r>
          </w:p>
        </w:tc>
        <w:tc>
          <w:tcPr>
            <w:tcW w:w="2086" w:type="dxa"/>
          </w:tcPr>
          <w:p w14:paraId="63FC40FF" w14:textId="77777777" w:rsidR="00A03D8F" w:rsidRPr="00904071" w:rsidRDefault="00A03D8F" w:rsidP="00A03D8F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Tubazione Emmeti</w:t>
            </w:r>
          </w:p>
          <w:p w14:paraId="5F5670B1" w14:textId="77777777" w:rsidR="00A03D8F" w:rsidRPr="00904071" w:rsidRDefault="00A03D8F" w:rsidP="00A03D8F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Alpert 20x2</w:t>
            </w:r>
          </w:p>
          <w:p w14:paraId="3BA6350A" w14:textId="122E3263" w:rsidR="00A03D8F" w:rsidRPr="00844912" w:rsidRDefault="00A03D8F" w:rsidP="00A03D8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L=240 m</w:t>
            </w:r>
          </w:p>
        </w:tc>
        <w:tc>
          <w:tcPr>
            <w:tcW w:w="6101" w:type="dxa"/>
          </w:tcPr>
          <w:p w14:paraId="114FABA7" w14:textId="77777777" w:rsidR="00A03D8F" w:rsidRPr="0028013F" w:rsidRDefault="00A03D8F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28013F">
              <w:rPr>
                <w:rFonts w:ascii="Poppins" w:hAnsi="Poppins" w:cs="Poppins"/>
                <w:sz w:val="20"/>
              </w:rPr>
              <w:t xml:space="preserve">Tubo multistrato </w:t>
            </w:r>
            <w:r>
              <w:rPr>
                <w:rFonts w:ascii="Poppins" w:hAnsi="Poppins" w:cs="Poppins"/>
                <w:sz w:val="20"/>
              </w:rPr>
              <w:t>20</w:t>
            </w:r>
            <w:r w:rsidRPr="0028013F">
              <w:rPr>
                <w:rFonts w:ascii="Poppins" w:hAnsi="Poppins" w:cs="Poppins"/>
                <w:sz w:val="20"/>
              </w:rPr>
              <w:t xml:space="preserve"> x 2 (diametro esterno </w:t>
            </w:r>
            <w:r>
              <w:rPr>
                <w:rFonts w:ascii="Poppins" w:hAnsi="Poppins" w:cs="Poppins"/>
                <w:sz w:val="20"/>
              </w:rPr>
              <w:t>20</w:t>
            </w:r>
            <w:r w:rsidRPr="0028013F">
              <w:rPr>
                <w:rFonts w:ascii="Poppins" w:hAnsi="Poppins" w:cs="Poppins"/>
                <w:sz w:val="20"/>
              </w:rPr>
              <w:t xml:space="preserve"> mm; spessore 2 mm)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28013F">
              <w:rPr>
                <w:rFonts w:ascii="Poppins" w:hAnsi="Poppins" w:cs="Poppins"/>
                <w:sz w:val="20"/>
              </w:rPr>
              <w:t>costituito da:</w:t>
            </w:r>
          </w:p>
          <w:p w14:paraId="3878D52C" w14:textId="77777777" w:rsidR="00A03D8F" w:rsidRPr="0028013F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Tubo interno in polietilene non reticolato (PE-RT)</w:t>
            </w:r>
          </w:p>
          <w:p w14:paraId="0E96D8F9" w14:textId="77777777" w:rsidR="00A03D8F" w:rsidRPr="0028013F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lastRenderedPageBreak/>
              <w:t>Strato di connessione che unisce il tubo interno al tubo di alluminio</w:t>
            </w:r>
          </w:p>
          <w:p w14:paraId="4C0E6FB8" w14:textId="77777777" w:rsidR="00A03D8F" w:rsidRPr="0028013F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Tubo di alluminio saldato in continuo di testa</w:t>
            </w:r>
          </w:p>
          <w:p w14:paraId="60E0C693" w14:textId="77777777" w:rsidR="00A03D8F" w:rsidRPr="0028013F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Strato di connessione che unisce il tubo esterno al tubo di alluminio</w:t>
            </w:r>
          </w:p>
          <w:p w14:paraId="2A2EE25A" w14:textId="77777777" w:rsidR="00A03D8F" w:rsidRPr="0028013F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Tubo esterno in polietilene non reticolato (PE-RT)</w:t>
            </w:r>
          </w:p>
          <w:p w14:paraId="63AE4E37" w14:textId="77777777" w:rsidR="00A03D8F" w:rsidRPr="00904071" w:rsidRDefault="00A03D8F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0FB84AD" w14:textId="77777777" w:rsidR="00A03D8F" w:rsidRPr="00C64F36" w:rsidRDefault="00A03D8F" w:rsidP="007E1CA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64F3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C1D9B84" w14:textId="77777777" w:rsidR="00A03D8F" w:rsidRPr="00C64F36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Classi applicative (UNI ISO 21003): 2/10 bar, 5/10 bar</w:t>
            </w:r>
          </w:p>
          <w:p w14:paraId="56E3F968" w14:textId="77777777" w:rsidR="00A03D8F" w:rsidRPr="00C64F36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Temperatura massima di esercizio: 70 °C</w:t>
            </w:r>
          </w:p>
          <w:p w14:paraId="02E3FE8D" w14:textId="77777777" w:rsidR="00A03D8F" w:rsidRPr="00C64F36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Pressione massima di esercizio: 10 bar</w:t>
            </w:r>
          </w:p>
          <w:p w14:paraId="7FA90CAF" w14:textId="77777777" w:rsidR="00A03D8F" w:rsidRPr="00C64F36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Coefficiente di dilatazione lineare: 0.026 mm/m °C</w:t>
            </w:r>
          </w:p>
          <w:p w14:paraId="13588EE3" w14:textId="77777777" w:rsidR="00A03D8F" w:rsidRPr="00C64F36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Conducibilità termica: 0.45 W/m °C</w:t>
            </w:r>
          </w:p>
          <w:p w14:paraId="476E67DE" w14:textId="77777777" w:rsidR="00A03D8F" w:rsidRPr="00C64F36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Raggio minimo di curvatura: 5 x Ø tubo</w:t>
            </w:r>
          </w:p>
          <w:p w14:paraId="71937B79" w14:textId="77777777" w:rsidR="00A03D8F" w:rsidRPr="00C64F36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Rugosità superficiale del tubo interno: 7µm</w:t>
            </w:r>
          </w:p>
          <w:p w14:paraId="41F4CA44" w14:textId="77777777" w:rsidR="00A03D8F" w:rsidRPr="00C64F36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Contenuto di acqua: 0,11 l/m</w:t>
            </w:r>
          </w:p>
          <w:p w14:paraId="67006F8A" w14:textId="77777777" w:rsidR="00A03D8F" w:rsidRPr="00C64F36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 xml:space="preserve">Lunghezza rotolo: </w:t>
            </w:r>
            <w:r>
              <w:rPr>
                <w:rFonts w:ascii="Poppins" w:hAnsi="Poppins" w:cs="Poppins"/>
              </w:rPr>
              <w:t>240</w:t>
            </w:r>
            <w:r w:rsidRPr="00C64F36">
              <w:rPr>
                <w:rFonts w:ascii="Poppins" w:hAnsi="Poppins" w:cs="Poppins"/>
              </w:rPr>
              <w:t xml:space="preserve"> metri</w:t>
            </w:r>
          </w:p>
          <w:p w14:paraId="16C3DCFF" w14:textId="77777777" w:rsidR="00A03D8F" w:rsidRPr="00C64F36" w:rsidRDefault="00A03D8F" w:rsidP="007E1CA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Applicazioni: impianti termici / sanitari</w:t>
            </w:r>
          </w:p>
          <w:p w14:paraId="7301F0A2" w14:textId="77777777" w:rsidR="00A03D8F" w:rsidRPr="00904071" w:rsidRDefault="00A03D8F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4DA542" w14:textId="2C797A6D" w:rsidR="00A03D8F" w:rsidRPr="00844912" w:rsidRDefault="00A03D8F" w:rsidP="007E1CA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90407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904071">
              <w:rPr>
                <w:rFonts w:ascii="Poppins" w:hAnsi="Poppins" w:cs="Poppins"/>
                <w:b/>
                <w:sz w:val="20"/>
              </w:rPr>
              <w:t xml:space="preserve"> – Modello Tubazione Emmeti Alpert 20x2 L=240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2A99" w:rsidRPr="00F4606B" w14:paraId="0447FDBF" w14:textId="77777777" w:rsidTr="00F53758">
        <w:tc>
          <w:tcPr>
            <w:tcW w:w="1311" w:type="dxa"/>
          </w:tcPr>
          <w:p w14:paraId="494D2557" w14:textId="08206724" w:rsidR="00EB2A99" w:rsidRPr="00F53758" w:rsidRDefault="00EB2A99" w:rsidP="007E1CA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281418</w:t>
            </w:r>
            <w:r>
              <w:rPr>
                <w:rFonts w:ascii="Poppins" w:hAnsi="Poppins" w:cs="Poppins"/>
                <w:sz w:val="20"/>
              </w:rPr>
              <w:t>54</w:t>
            </w:r>
          </w:p>
        </w:tc>
        <w:tc>
          <w:tcPr>
            <w:tcW w:w="2086" w:type="dxa"/>
          </w:tcPr>
          <w:p w14:paraId="47EBA2CF" w14:textId="77777777" w:rsidR="00EB2A99" w:rsidRPr="00AB2EC2" w:rsidRDefault="00EB2A99" w:rsidP="00EB2A9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 xml:space="preserve">Tubazione PE-Xc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690060BD" w14:textId="35D1B1FF" w:rsidR="00EB2A99" w:rsidRPr="00F53758" w:rsidRDefault="00EB2A99" w:rsidP="00EB2A9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L=240 m</w:t>
            </w:r>
          </w:p>
        </w:tc>
        <w:tc>
          <w:tcPr>
            <w:tcW w:w="6101" w:type="dxa"/>
          </w:tcPr>
          <w:p w14:paraId="2FB65601" w14:textId="77777777" w:rsidR="00EB2A99" w:rsidRPr="00C01A2B" w:rsidRDefault="00EB2A99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010E35BD" w14:textId="77777777" w:rsidR="00EB2A99" w:rsidRPr="00C01A2B" w:rsidRDefault="00EB2A99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930512E" w14:textId="77777777" w:rsidR="00EB2A99" w:rsidRPr="00C01A2B" w:rsidRDefault="00EB2A99" w:rsidP="007E1CA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DA70A0E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3C39B735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0D362EB8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72AB00BD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25483FD5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W/(mK)</w:t>
            </w:r>
          </w:p>
          <w:p w14:paraId="5FC59AE1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3AD39509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mm/(m°C)</w:t>
            </w:r>
          </w:p>
          <w:p w14:paraId="6209584E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1B8D809B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1E8B6CBD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65D74B80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0F785A39" w14:textId="77777777" w:rsidR="00EB2A99" w:rsidRPr="00AB2EC2" w:rsidRDefault="00EB2A99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1D43026" w14:textId="172A05B1" w:rsidR="00EB2A99" w:rsidRPr="00F53758" w:rsidRDefault="00EB2A99" w:rsidP="007E1CA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PE-Xc</w:t>
            </w:r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>x2, lunghezza rotolo 240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2A99" w:rsidRPr="00F4606B" w14:paraId="54D0C5D2" w14:textId="77777777" w:rsidTr="00F53758">
        <w:tc>
          <w:tcPr>
            <w:tcW w:w="1311" w:type="dxa"/>
          </w:tcPr>
          <w:p w14:paraId="58DE36FE" w14:textId="3B168B66" w:rsidR="00EB2A99" w:rsidRPr="00F53758" w:rsidRDefault="00EB2A99" w:rsidP="007E1CA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281418</w:t>
            </w:r>
            <w:r>
              <w:rPr>
                <w:rFonts w:ascii="Poppins" w:hAnsi="Poppins" w:cs="Poppins"/>
                <w:sz w:val="20"/>
              </w:rPr>
              <w:t>56</w:t>
            </w:r>
          </w:p>
        </w:tc>
        <w:tc>
          <w:tcPr>
            <w:tcW w:w="2086" w:type="dxa"/>
          </w:tcPr>
          <w:p w14:paraId="5CE5C0F8" w14:textId="77777777" w:rsidR="00EB2A99" w:rsidRPr="00AB2EC2" w:rsidRDefault="00EB2A99" w:rsidP="00EB2A9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 xml:space="preserve">Tubazione PE-Xc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2985D380" w14:textId="7528D6D0" w:rsidR="00EB2A99" w:rsidRPr="00F53758" w:rsidRDefault="00EB2A99" w:rsidP="00EB2A9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531F131F" w14:textId="77777777" w:rsidR="00EB2A99" w:rsidRPr="00C01A2B" w:rsidRDefault="00EB2A99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6A2D7A1B" w14:textId="77777777" w:rsidR="00EB2A99" w:rsidRPr="00C01A2B" w:rsidRDefault="00EB2A99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B24296" w14:textId="77777777" w:rsidR="00EB2A99" w:rsidRPr="00C01A2B" w:rsidRDefault="00EB2A99" w:rsidP="007E1CA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AB15A18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30DA303F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3D79BF72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02B25B19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0F5D8A07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W/(mK)</w:t>
            </w:r>
          </w:p>
          <w:p w14:paraId="1284EE03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10ABADCD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mm/(m°C)</w:t>
            </w:r>
          </w:p>
          <w:p w14:paraId="25375A9B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579BAA93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09EBA112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2F8EF6F2" w14:textId="77777777" w:rsidR="00EB2A99" w:rsidRPr="00C01A2B" w:rsidRDefault="00EB2A9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1AA47FBA" w14:textId="77777777" w:rsidR="00EB2A99" w:rsidRPr="00AB2EC2" w:rsidRDefault="00EB2A99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89CDCD6" w14:textId="33C4C5EF" w:rsidR="00EB2A99" w:rsidRPr="00F53758" w:rsidRDefault="00EB2A99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PE-Xc</w:t>
            </w:r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59A2" w:rsidRPr="00F4606B" w14:paraId="368D2561" w14:textId="77777777" w:rsidTr="00F53758">
        <w:tc>
          <w:tcPr>
            <w:tcW w:w="1311" w:type="dxa"/>
          </w:tcPr>
          <w:p w14:paraId="27DEA165" w14:textId="216F4F45" w:rsidR="00CB59A2" w:rsidRPr="00AB2EC2" w:rsidRDefault="00CB59A2" w:rsidP="007E1CA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28141858</w:t>
            </w:r>
          </w:p>
        </w:tc>
        <w:tc>
          <w:tcPr>
            <w:tcW w:w="2086" w:type="dxa"/>
          </w:tcPr>
          <w:p w14:paraId="4640DB10" w14:textId="77777777" w:rsidR="00CB59A2" w:rsidRPr="00904071" w:rsidRDefault="00CB59A2" w:rsidP="00CB59A2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 xml:space="preserve">Tubazione PE-Xc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904071">
              <w:rPr>
                <w:rFonts w:ascii="Poppins" w:hAnsi="Poppins" w:cs="Poppins"/>
                <w:sz w:val="20"/>
              </w:rPr>
              <w:t>barriera ossigeno 5 strati</w:t>
            </w:r>
          </w:p>
          <w:p w14:paraId="22E2647A" w14:textId="4120DC37" w:rsidR="00CB59A2" w:rsidRPr="00AB2EC2" w:rsidRDefault="00CB59A2" w:rsidP="00CB59A2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20x2 L=500 m</w:t>
            </w:r>
          </w:p>
        </w:tc>
        <w:tc>
          <w:tcPr>
            <w:tcW w:w="6101" w:type="dxa"/>
          </w:tcPr>
          <w:p w14:paraId="24ACF6EF" w14:textId="77777777" w:rsidR="00CB59A2" w:rsidRPr="00C01A2B" w:rsidRDefault="00CB59A2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 xml:space="preserve">Tubo a 5 strati </w:t>
            </w:r>
            <w:r>
              <w:rPr>
                <w:rFonts w:ascii="Poppins" w:hAnsi="Poppins" w:cs="Poppins"/>
                <w:sz w:val="20"/>
              </w:rPr>
              <w:t>20x2</w:t>
            </w:r>
            <w:r w:rsidRPr="00C01A2B">
              <w:rPr>
                <w:rFonts w:ascii="Poppins" w:hAnsi="Poppins" w:cs="Poppins"/>
                <w:sz w:val="20"/>
              </w:rPr>
              <w:t xml:space="preserve">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1A89F735" w14:textId="77777777" w:rsidR="00CB59A2" w:rsidRPr="00C01A2B" w:rsidRDefault="00CB59A2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DD7190" w14:textId="77777777" w:rsidR="00CB59A2" w:rsidRPr="00C01A2B" w:rsidRDefault="00CB59A2" w:rsidP="007E1CA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F5A7BD3" w14:textId="77777777" w:rsidR="00CB59A2" w:rsidRPr="00C01A2B" w:rsidRDefault="00CB59A2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 xml:space="preserve">Misura: </w:t>
            </w:r>
            <w:r>
              <w:rPr>
                <w:rFonts w:ascii="Poppins" w:hAnsi="Poppins" w:cs="Poppins"/>
              </w:rPr>
              <w:t>20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4D4D37AD" w14:textId="77777777" w:rsidR="00CB59A2" w:rsidRPr="00C01A2B" w:rsidRDefault="00CB59A2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6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265DC296" w14:textId="77777777" w:rsidR="00CB59A2" w:rsidRPr="00C01A2B" w:rsidRDefault="00CB59A2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75FECD0E" w14:textId="77777777" w:rsidR="00CB59A2" w:rsidRPr="00C01A2B" w:rsidRDefault="00CB59A2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4B0D86C0" w14:textId="77777777" w:rsidR="00CB59A2" w:rsidRPr="00C01A2B" w:rsidRDefault="00CB59A2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W/(mK)</w:t>
            </w:r>
          </w:p>
          <w:p w14:paraId="60F7468B" w14:textId="77777777" w:rsidR="00CB59A2" w:rsidRPr="00C01A2B" w:rsidRDefault="00CB59A2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lastRenderedPageBreak/>
              <w:t>Grado di reticolazione: ≥ 60%</w:t>
            </w:r>
          </w:p>
          <w:p w14:paraId="095A37B0" w14:textId="77777777" w:rsidR="00CB59A2" w:rsidRPr="00C01A2B" w:rsidRDefault="00CB59A2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mm/(m°C)</w:t>
            </w:r>
          </w:p>
          <w:p w14:paraId="651711B5" w14:textId="77777777" w:rsidR="00CB59A2" w:rsidRPr="00C01A2B" w:rsidRDefault="00CB59A2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410F447D" w14:textId="77777777" w:rsidR="00CB59A2" w:rsidRPr="00C01A2B" w:rsidRDefault="00CB59A2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01C3534B" w14:textId="77777777" w:rsidR="00CB59A2" w:rsidRPr="00C01A2B" w:rsidRDefault="00CB59A2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</w:t>
            </w:r>
            <w:r>
              <w:rPr>
                <w:rFonts w:ascii="Poppins" w:hAnsi="Poppins" w:cs="Poppins"/>
              </w:rPr>
              <w:t>201 l</w:t>
            </w:r>
            <w:r w:rsidRPr="00C01A2B">
              <w:rPr>
                <w:rFonts w:ascii="Poppins" w:hAnsi="Poppins" w:cs="Poppins"/>
              </w:rPr>
              <w:t>/m</w:t>
            </w:r>
          </w:p>
          <w:p w14:paraId="3D5F1C98" w14:textId="77777777" w:rsidR="00CB59A2" w:rsidRPr="00C01A2B" w:rsidRDefault="00CB59A2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</w:t>
            </w:r>
          </w:p>
          <w:p w14:paraId="04D8BD7B" w14:textId="77777777" w:rsidR="00CB59A2" w:rsidRPr="00904071" w:rsidRDefault="00CB59A2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2356C6B" w14:textId="09E9BC07" w:rsidR="00CB59A2" w:rsidRPr="00C01A2B" w:rsidRDefault="00CB59A2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904071">
              <w:rPr>
                <w:rFonts w:ascii="Poppins" w:hAnsi="Poppins" w:cs="Poppins"/>
                <w:b/>
                <w:sz w:val="20"/>
              </w:rPr>
              <w:t xml:space="preserve"> – Modello Tubazione PE-Xc</w:t>
            </w:r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904071">
              <w:rPr>
                <w:rFonts w:ascii="Poppins" w:hAnsi="Poppins" w:cs="Poppins"/>
                <w:b/>
                <w:sz w:val="20"/>
              </w:rPr>
              <w:t xml:space="preserve"> barriera ossigeno 5 strati 20x2, lunghezza rotolo 500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35C1A" w:rsidRPr="00F4606B" w14:paraId="4341876F" w14:textId="77777777" w:rsidTr="00F53758">
        <w:tc>
          <w:tcPr>
            <w:tcW w:w="1311" w:type="dxa"/>
          </w:tcPr>
          <w:p w14:paraId="0DA2ADE0" w14:textId="260A760E" w:rsidR="00435C1A" w:rsidRPr="00AB2EC2" w:rsidRDefault="00435C1A" w:rsidP="007E1CA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4470</w:t>
            </w:r>
          </w:p>
        </w:tc>
        <w:tc>
          <w:tcPr>
            <w:tcW w:w="2086" w:type="dxa"/>
          </w:tcPr>
          <w:p w14:paraId="47B3F338" w14:textId="77777777" w:rsidR="00435C1A" w:rsidRPr="00AB2EC2" w:rsidRDefault="00435C1A" w:rsidP="00435C1A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PE-Xa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34F529EA" w14:textId="5D868B7A" w:rsidR="00435C1A" w:rsidRPr="00AB2EC2" w:rsidRDefault="00435C1A" w:rsidP="00435C1A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L=240 m</w:t>
            </w:r>
          </w:p>
        </w:tc>
        <w:tc>
          <w:tcPr>
            <w:tcW w:w="6101" w:type="dxa"/>
          </w:tcPr>
          <w:p w14:paraId="0CF29098" w14:textId="77777777" w:rsidR="00435C1A" w:rsidRPr="00CA6A43" w:rsidRDefault="00435C1A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50A1DE8D" w14:textId="77777777" w:rsidR="00435C1A" w:rsidRPr="00CA6A43" w:rsidRDefault="00435C1A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E39E10" w14:textId="77777777" w:rsidR="00435C1A" w:rsidRPr="00CA6A43" w:rsidRDefault="00435C1A" w:rsidP="007E1CA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333B9A8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226646F6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4/10 bar – 5/8 bar</w:t>
            </w:r>
          </w:p>
          <w:p w14:paraId="48BD189E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196649A8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042466DC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W/(mK)</w:t>
            </w:r>
          </w:p>
          <w:p w14:paraId="038ABB93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7C4AABF9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0.14 mm/(m°C)</w:t>
            </w:r>
          </w:p>
          <w:p w14:paraId="57B46ACA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3F71A09F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052BDA6B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7E66E880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4CF26817" w14:textId="77777777" w:rsidR="00435C1A" w:rsidRPr="00CA6A43" w:rsidRDefault="00435C1A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C55D10C" w14:textId="0A902249" w:rsidR="00435C1A" w:rsidRPr="00AB2EC2" w:rsidRDefault="00435C1A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PE-Xa 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240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35C1A" w:rsidRPr="00F4606B" w14:paraId="5FA557B5" w14:textId="77777777" w:rsidTr="00F53758">
        <w:tc>
          <w:tcPr>
            <w:tcW w:w="1311" w:type="dxa"/>
          </w:tcPr>
          <w:p w14:paraId="75508955" w14:textId="06E11595" w:rsidR="00435C1A" w:rsidRPr="00AB2EC2" w:rsidRDefault="00435C1A" w:rsidP="007E1CA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4472</w:t>
            </w:r>
          </w:p>
        </w:tc>
        <w:tc>
          <w:tcPr>
            <w:tcW w:w="2086" w:type="dxa"/>
          </w:tcPr>
          <w:p w14:paraId="657312E3" w14:textId="77777777" w:rsidR="00435C1A" w:rsidRPr="00AB2EC2" w:rsidRDefault="00435C1A" w:rsidP="00435C1A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PE-Xa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2DB17605" w14:textId="0AA881B5" w:rsidR="00435C1A" w:rsidRPr="00AB2EC2" w:rsidRDefault="00435C1A" w:rsidP="00435C1A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6880410C" w14:textId="77777777" w:rsidR="00435C1A" w:rsidRPr="00CA6A43" w:rsidRDefault="00435C1A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1B4C69DD" w14:textId="77777777" w:rsidR="00435C1A" w:rsidRPr="00CA6A43" w:rsidRDefault="00435C1A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860A77" w14:textId="77777777" w:rsidR="00435C1A" w:rsidRPr="00CA6A43" w:rsidRDefault="00435C1A" w:rsidP="007E1CA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A4C667F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60050C39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lastRenderedPageBreak/>
              <w:t>Classi applicative / Pressione di esercizio (bar): Cl. 4/10 bar – 5/8 bar</w:t>
            </w:r>
          </w:p>
          <w:p w14:paraId="3CB2CABD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32187AF2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703157EC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W/(mK)</w:t>
            </w:r>
          </w:p>
          <w:p w14:paraId="3006F9E9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16AE3F2E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0.14 mm/(m°C)</w:t>
            </w:r>
          </w:p>
          <w:p w14:paraId="35BA91E4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517BAAEC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10590A6F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42F210FA" w14:textId="77777777" w:rsidR="00435C1A" w:rsidRPr="00CA6A43" w:rsidRDefault="00435C1A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5B8219B1" w14:textId="77777777" w:rsidR="00435C1A" w:rsidRPr="00CA6A43" w:rsidRDefault="00435C1A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096647" w14:textId="29207118" w:rsidR="00435C1A" w:rsidRPr="00AB2EC2" w:rsidRDefault="00435C1A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PE-Xa 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E1CA9" w:rsidRPr="00F4606B" w14:paraId="0266C01F" w14:textId="77777777" w:rsidTr="00F53758">
        <w:tc>
          <w:tcPr>
            <w:tcW w:w="1311" w:type="dxa"/>
          </w:tcPr>
          <w:p w14:paraId="02EACCF5" w14:textId="174D6F23" w:rsidR="007E1CA9" w:rsidRPr="00AB2EC2" w:rsidRDefault="007E1CA9" w:rsidP="007E1CA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28134474</w:t>
            </w:r>
          </w:p>
        </w:tc>
        <w:tc>
          <w:tcPr>
            <w:tcW w:w="2086" w:type="dxa"/>
          </w:tcPr>
          <w:p w14:paraId="10AD498A" w14:textId="77777777" w:rsidR="007E1CA9" w:rsidRPr="00AB2EC2" w:rsidRDefault="007E1CA9" w:rsidP="007E1CA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PE-Xa barriera ossigeno</w:t>
            </w:r>
            <w:r>
              <w:rPr>
                <w:rFonts w:ascii="Poppins" w:hAnsi="Poppins" w:cs="Poppins"/>
                <w:sz w:val="20"/>
              </w:rPr>
              <w:t xml:space="preserve"> EVOH 5 strati</w:t>
            </w:r>
          </w:p>
          <w:p w14:paraId="04C58B81" w14:textId="62EAF2F8" w:rsidR="007E1CA9" w:rsidRPr="00AB2EC2" w:rsidRDefault="007E1CA9" w:rsidP="007E1CA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20x2</w:t>
            </w:r>
            <w:r w:rsidRPr="00AB2EC2">
              <w:rPr>
                <w:rFonts w:ascii="Poppins" w:hAnsi="Poppins" w:cs="Poppins"/>
                <w:sz w:val="20"/>
              </w:rPr>
              <w:t xml:space="preserve"> L=</w:t>
            </w:r>
            <w:r>
              <w:rPr>
                <w:rFonts w:ascii="Poppins" w:hAnsi="Poppins" w:cs="Poppins"/>
                <w:sz w:val="20"/>
              </w:rPr>
              <w:t>50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6A780B01" w14:textId="77777777" w:rsidR="007E1CA9" w:rsidRDefault="007E1CA9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062D94">
              <w:rPr>
                <w:rFonts w:ascii="Poppins" w:hAnsi="Poppins" w:cs="Poppins"/>
                <w:sz w:val="20"/>
              </w:rPr>
              <w:t>Tubo in polietilene alta densità, reticolato con sistema a perossido, certificato secondo la norma EN ISO 15875-2, dotato di barriera ossigeno in conformità alla norma DIN 4726.</w:t>
            </w:r>
          </w:p>
          <w:p w14:paraId="1A4B0952" w14:textId="77777777" w:rsidR="007E1CA9" w:rsidRDefault="007E1CA9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B14E1A" w14:textId="77777777" w:rsidR="007E1CA9" w:rsidRPr="002C51C7" w:rsidRDefault="007E1CA9" w:rsidP="007E1CA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C51C7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C0E27F0" w14:textId="77777777" w:rsidR="007E1CA9" w:rsidRPr="002C51C7" w:rsidRDefault="007E1CA9" w:rsidP="007E1CA9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C51C7">
              <w:rPr>
                <w:rFonts w:ascii="Poppins" w:hAnsi="Poppins" w:cs="Poppins"/>
              </w:rPr>
              <w:t>Classi applicative (UNI EN ISO 15875-1): 4/6 bar, 5/6 bar</w:t>
            </w:r>
          </w:p>
          <w:p w14:paraId="761F22FC" w14:textId="77777777" w:rsidR="007E1CA9" w:rsidRPr="002C51C7" w:rsidRDefault="007E1CA9" w:rsidP="007E1CA9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C51C7">
              <w:rPr>
                <w:rFonts w:ascii="Poppins" w:hAnsi="Poppins" w:cs="Poppins"/>
              </w:rPr>
              <w:t>Permeabilità all'ossigeno: &lt; 0,32 mg/(m2d) a 40°C; &lt; 3,60 mg/(m2d) a 80° C</w:t>
            </w:r>
          </w:p>
          <w:p w14:paraId="238E270B" w14:textId="77777777" w:rsidR="007E1CA9" w:rsidRPr="00C01A2B" w:rsidRDefault="007E1CA9" w:rsidP="007E1CA9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</w:t>
            </w:r>
            <w:r>
              <w:rPr>
                <w:rFonts w:ascii="Poppins" w:hAnsi="Poppins" w:cs="Poppins"/>
              </w:rPr>
              <w:t>5</w:t>
            </w:r>
            <w:r w:rsidRPr="00C01A2B">
              <w:rPr>
                <w:rFonts w:ascii="Poppins" w:hAnsi="Poppins" w:cs="Poppins"/>
              </w:rPr>
              <w:t>0 kg/m3</w:t>
            </w:r>
          </w:p>
          <w:p w14:paraId="1F7C9076" w14:textId="77777777" w:rsidR="007E1CA9" w:rsidRPr="00C01A2B" w:rsidRDefault="007E1CA9" w:rsidP="007E1CA9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W/(mK)</w:t>
            </w:r>
          </w:p>
          <w:p w14:paraId="08BED2F1" w14:textId="77777777" w:rsidR="007E1CA9" w:rsidRPr="00C01A2B" w:rsidRDefault="007E1CA9" w:rsidP="007E1CA9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 xml:space="preserve">Grado di reticolazione: ≥ 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0%</w:t>
            </w:r>
          </w:p>
          <w:p w14:paraId="1BAF1363" w14:textId="77777777" w:rsidR="007E1CA9" w:rsidRPr="00C01A2B" w:rsidRDefault="007E1CA9" w:rsidP="007E1CA9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</w:t>
            </w:r>
            <w:r>
              <w:rPr>
                <w:rFonts w:ascii="Poppins" w:hAnsi="Poppins" w:cs="Poppins"/>
              </w:rPr>
              <w:t>4</w:t>
            </w:r>
            <w:r w:rsidRPr="00C01A2B">
              <w:rPr>
                <w:rFonts w:ascii="Poppins" w:hAnsi="Poppins" w:cs="Poppins"/>
              </w:rPr>
              <w:t xml:space="preserve"> mm/(m°C)</w:t>
            </w:r>
          </w:p>
          <w:p w14:paraId="26877A68" w14:textId="77777777" w:rsidR="007E1CA9" w:rsidRPr="00C01A2B" w:rsidRDefault="007E1CA9" w:rsidP="007E1CA9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366FBF86" w14:textId="77777777" w:rsidR="007E1CA9" w:rsidRPr="00C01A2B" w:rsidRDefault="007E1CA9" w:rsidP="007E1CA9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7813460D" w14:textId="77777777" w:rsidR="007E1CA9" w:rsidRPr="00C01A2B" w:rsidRDefault="007E1CA9" w:rsidP="007E1CA9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</w:t>
            </w:r>
            <w:r>
              <w:rPr>
                <w:rFonts w:ascii="Poppins" w:hAnsi="Poppins" w:cs="Poppins"/>
              </w:rPr>
              <w:t>201 l</w:t>
            </w:r>
            <w:r w:rsidRPr="00C01A2B">
              <w:rPr>
                <w:rFonts w:ascii="Poppins" w:hAnsi="Poppins" w:cs="Poppins"/>
              </w:rPr>
              <w:t>/m</w:t>
            </w:r>
          </w:p>
          <w:p w14:paraId="167360C7" w14:textId="77777777" w:rsidR="007E1CA9" w:rsidRPr="00C01A2B" w:rsidRDefault="007E1CA9" w:rsidP="007E1CA9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</w:t>
            </w:r>
          </w:p>
          <w:p w14:paraId="6354761A" w14:textId="77777777" w:rsidR="007E1CA9" w:rsidRPr="00062D94" w:rsidRDefault="007E1CA9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8585B2" w14:textId="3A43AC0C" w:rsidR="007E1CA9" w:rsidRPr="00CA6A43" w:rsidRDefault="007E1CA9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062D94">
              <w:rPr>
                <w:rFonts w:ascii="Poppins" w:hAnsi="Poppins" w:cs="Poppins"/>
                <w:b/>
                <w:bCs/>
                <w:sz w:val="20"/>
              </w:rPr>
              <w:t>Marca Emmeti – Modello Tubazione PE-Xa barriera ossigeno EVOH 5 strati 20x2 L=500 m o equivalente.</w:t>
            </w:r>
          </w:p>
        </w:tc>
      </w:tr>
      <w:tr w:rsidR="007E1CA9" w:rsidRPr="00F4606B" w14:paraId="27E7EAAC" w14:textId="77777777" w:rsidTr="00F53758">
        <w:tc>
          <w:tcPr>
            <w:tcW w:w="1311" w:type="dxa"/>
          </w:tcPr>
          <w:p w14:paraId="4E7FE1B2" w14:textId="28CF0AF5" w:rsidR="007E1CA9" w:rsidRPr="00AB2EC2" w:rsidRDefault="007E1CA9" w:rsidP="007E1CA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0836</w:t>
            </w:r>
          </w:p>
        </w:tc>
        <w:tc>
          <w:tcPr>
            <w:tcW w:w="2086" w:type="dxa"/>
          </w:tcPr>
          <w:p w14:paraId="309C6FDE" w14:textId="77777777" w:rsidR="007E1CA9" w:rsidRPr="00AB2EC2" w:rsidRDefault="007E1CA9" w:rsidP="007E1CA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1B025916" w14:textId="7C7C72D5" w:rsidR="007E1CA9" w:rsidRPr="00AB2EC2" w:rsidRDefault="007E1CA9" w:rsidP="007E1CA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5189630D" w14:textId="77777777" w:rsidR="007E1CA9" w:rsidRPr="00CA6A43" w:rsidRDefault="007E1CA9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lastRenderedPageBreak/>
              <w:t xml:space="preserve">Tubo </w:t>
            </w:r>
            <w:r>
              <w:rPr>
                <w:rFonts w:ascii="Poppins" w:hAnsi="Poppins" w:cs="Poppins"/>
                <w:sz w:val="20"/>
              </w:rPr>
              <w:t xml:space="preserve">rosso </w:t>
            </w:r>
            <w:r w:rsidRPr="00CA6A43">
              <w:rPr>
                <w:rFonts w:ascii="Poppins" w:hAnsi="Poppins" w:cs="Poppins"/>
                <w:sz w:val="20"/>
              </w:rPr>
              <w:t>a 5 strati in PE-RT Type II conforme alla norma UNI EN ISO 22391-2,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1EA9BEB2" w14:textId="77777777" w:rsidR="007E1CA9" w:rsidRPr="00CA6A43" w:rsidRDefault="007E1CA9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1056563" w14:textId="77777777" w:rsidR="007E1CA9" w:rsidRPr="00CA6A43" w:rsidRDefault="007E1CA9" w:rsidP="007E1CA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70F860A" w14:textId="77777777" w:rsidR="007E1CA9" w:rsidRPr="00CA6A43" w:rsidRDefault="007E1CA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2996303C" w14:textId="77777777" w:rsidR="007E1CA9" w:rsidRPr="00CA6A43" w:rsidRDefault="007E1CA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4/8 bar – 5/6 bar</w:t>
            </w:r>
          </w:p>
          <w:p w14:paraId="01C5385B" w14:textId="77777777" w:rsidR="007E1CA9" w:rsidRPr="00CA6A43" w:rsidRDefault="007E1CA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060FA446" w14:textId="77777777" w:rsidR="007E1CA9" w:rsidRPr="00CA6A43" w:rsidRDefault="007E1CA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211DC12A" w14:textId="77777777" w:rsidR="007E1CA9" w:rsidRPr="00CA6A43" w:rsidRDefault="007E1CA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W/(mK)</w:t>
            </w:r>
          </w:p>
          <w:p w14:paraId="0D88276B" w14:textId="77777777" w:rsidR="007E1CA9" w:rsidRPr="00CA6A43" w:rsidRDefault="007E1CA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mm/(m°C)</w:t>
            </w:r>
          </w:p>
          <w:p w14:paraId="3B5CDCD2" w14:textId="77777777" w:rsidR="007E1CA9" w:rsidRPr="00CA6A43" w:rsidRDefault="007E1CA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7490352C" w14:textId="77777777" w:rsidR="007E1CA9" w:rsidRPr="00CA6A43" w:rsidRDefault="007E1CA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5B54C913" w14:textId="77777777" w:rsidR="007E1CA9" w:rsidRPr="00CA6A43" w:rsidRDefault="007E1CA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5EB2D3EA" w14:textId="77777777" w:rsidR="007E1CA9" w:rsidRPr="00CA6A43" w:rsidRDefault="007E1CA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0D789512" w14:textId="77777777" w:rsidR="007E1CA9" w:rsidRPr="00CA6A43" w:rsidRDefault="007E1CA9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420584A" w14:textId="65FB9DF1" w:rsidR="007E1CA9" w:rsidRPr="00AB2EC2" w:rsidRDefault="007E1CA9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24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E1CA9" w:rsidRPr="00F4606B" w14:paraId="1D30E74A" w14:textId="77777777" w:rsidTr="00F53758">
        <w:tc>
          <w:tcPr>
            <w:tcW w:w="1311" w:type="dxa"/>
          </w:tcPr>
          <w:p w14:paraId="070B72F4" w14:textId="2E4FDC12" w:rsidR="007E1CA9" w:rsidRPr="00AB2EC2" w:rsidRDefault="007E1CA9" w:rsidP="007E1CA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0832</w:t>
            </w:r>
          </w:p>
        </w:tc>
        <w:tc>
          <w:tcPr>
            <w:tcW w:w="2086" w:type="dxa"/>
          </w:tcPr>
          <w:p w14:paraId="32BD6907" w14:textId="77777777" w:rsidR="007E1CA9" w:rsidRPr="00AB2EC2" w:rsidRDefault="007E1CA9" w:rsidP="007E1CA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5D45A80C" w14:textId="2772F2BB" w:rsidR="007E1CA9" w:rsidRPr="00AB2EC2" w:rsidRDefault="007E1CA9" w:rsidP="007E1CA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6E2FC0CA" w14:textId="77777777" w:rsidR="007E1CA9" w:rsidRPr="00CA6A43" w:rsidRDefault="007E1CA9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</w:t>
            </w:r>
            <w:r>
              <w:rPr>
                <w:rFonts w:ascii="Poppins" w:hAnsi="Poppins" w:cs="Poppins"/>
                <w:sz w:val="20"/>
              </w:rPr>
              <w:t xml:space="preserve"> rosso</w:t>
            </w:r>
            <w:r w:rsidRPr="00CA6A43">
              <w:rPr>
                <w:rFonts w:ascii="Poppins" w:hAnsi="Poppins" w:cs="Poppins"/>
                <w:sz w:val="20"/>
              </w:rPr>
              <w:t xml:space="preserve"> a 5 strati in PE-RT Type II conforme alla norma UNI EN ISO 22391-2,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3903F1CE" w14:textId="77777777" w:rsidR="007E1CA9" w:rsidRPr="00CA6A43" w:rsidRDefault="007E1CA9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603F61" w14:textId="77777777" w:rsidR="007E1CA9" w:rsidRPr="00CA6A43" w:rsidRDefault="007E1CA9" w:rsidP="007E1CA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26C5A61" w14:textId="77777777" w:rsidR="007E1CA9" w:rsidRPr="00CA6A43" w:rsidRDefault="007E1CA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41D43BE4" w14:textId="77777777" w:rsidR="007E1CA9" w:rsidRPr="00CA6A43" w:rsidRDefault="007E1CA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4/8 bar – 5/6 bar</w:t>
            </w:r>
          </w:p>
          <w:p w14:paraId="060A6F07" w14:textId="77777777" w:rsidR="007E1CA9" w:rsidRPr="00CA6A43" w:rsidRDefault="007E1CA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595200CF" w14:textId="77777777" w:rsidR="007E1CA9" w:rsidRPr="00CA6A43" w:rsidRDefault="007E1CA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39F5F7EA" w14:textId="77777777" w:rsidR="007E1CA9" w:rsidRPr="00CA6A43" w:rsidRDefault="007E1CA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W/(mK)</w:t>
            </w:r>
          </w:p>
          <w:p w14:paraId="2C34A95F" w14:textId="77777777" w:rsidR="007E1CA9" w:rsidRPr="00CA6A43" w:rsidRDefault="007E1CA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mm/(m°C)</w:t>
            </w:r>
          </w:p>
          <w:p w14:paraId="7B52616C" w14:textId="77777777" w:rsidR="007E1CA9" w:rsidRPr="00CA6A43" w:rsidRDefault="007E1CA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22706A1E" w14:textId="77777777" w:rsidR="007E1CA9" w:rsidRPr="00CA6A43" w:rsidRDefault="007E1CA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4DA3BA5E" w14:textId="77777777" w:rsidR="007E1CA9" w:rsidRPr="00CA6A43" w:rsidRDefault="007E1CA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1D318E34" w14:textId="77777777" w:rsidR="007E1CA9" w:rsidRPr="00CA6A43" w:rsidRDefault="007E1CA9" w:rsidP="007E1CA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11292381" w14:textId="77777777" w:rsidR="007E1CA9" w:rsidRPr="00CA6A43" w:rsidRDefault="007E1CA9" w:rsidP="007E1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44CB10B" w14:textId="7243D1B2" w:rsidR="007E1CA9" w:rsidRPr="00AB2EC2" w:rsidRDefault="007E1CA9" w:rsidP="007E1CA9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93539" w:rsidRPr="00F4606B" w14:paraId="2B33DC74" w14:textId="77777777" w:rsidTr="00F53758">
        <w:tc>
          <w:tcPr>
            <w:tcW w:w="1311" w:type="dxa"/>
          </w:tcPr>
          <w:p w14:paraId="13C27DE3" w14:textId="21FCC783" w:rsidR="00693539" w:rsidRPr="00F53758" w:rsidRDefault="00693539" w:rsidP="0069353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281304</w:t>
            </w:r>
            <w:r>
              <w:rPr>
                <w:rFonts w:ascii="Poppins" w:hAnsi="Poppins" w:cs="Poppins"/>
                <w:sz w:val="20"/>
              </w:rPr>
              <w:t>14</w:t>
            </w:r>
          </w:p>
        </w:tc>
        <w:tc>
          <w:tcPr>
            <w:tcW w:w="2086" w:type="dxa"/>
          </w:tcPr>
          <w:p w14:paraId="797EBB30" w14:textId="77777777" w:rsidR="00693539" w:rsidRDefault="00693539" w:rsidP="0069353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</w:p>
          <w:p w14:paraId="4910FB0C" w14:textId="0DE00F09" w:rsidR="00693539" w:rsidRPr="00F53758" w:rsidRDefault="00693539" w:rsidP="0069353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10 litri</w:t>
            </w:r>
          </w:p>
        </w:tc>
        <w:tc>
          <w:tcPr>
            <w:tcW w:w="6101" w:type="dxa"/>
          </w:tcPr>
          <w:p w14:paraId="06A00D56" w14:textId="77777777" w:rsidR="00693539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452C5F27" w14:textId="77777777" w:rsidR="00693539" w:rsidRPr="00F12594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4B3CE0" w14:textId="77777777" w:rsidR="00693539" w:rsidRPr="00F12594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2B6B31D2" w14:textId="77777777" w:rsidR="00693539" w:rsidRPr="00F12594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10</w:t>
            </w:r>
          </w:p>
          <w:p w14:paraId="4A6313F7" w14:textId="77777777" w:rsidR="00693539" w:rsidRPr="00F12594" w:rsidRDefault="00693539" w:rsidP="00693539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A5EA02E" w14:textId="5601B9EE" w:rsidR="00693539" w:rsidRPr="00F53758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r>
              <w:rPr>
                <w:rFonts w:ascii="Poppins" w:hAnsi="Poppins" w:cs="Poppins"/>
                <w:b/>
                <w:sz w:val="20"/>
              </w:rPr>
              <w:t xml:space="preserve"> 10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93539" w:rsidRPr="00F4606B" w14:paraId="41535A7F" w14:textId="77777777" w:rsidTr="00F53758">
        <w:tc>
          <w:tcPr>
            <w:tcW w:w="1311" w:type="dxa"/>
          </w:tcPr>
          <w:p w14:paraId="7F9D1C83" w14:textId="0336F109" w:rsidR="00693539" w:rsidRPr="00F53758" w:rsidRDefault="00693539" w:rsidP="0069353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8130416</w:t>
            </w:r>
          </w:p>
        </w:tc>
        <w:tc>
          <w:tcPr>
            <w:tcW w:w="2086" w:type="dxa"/>
          </w:tcPr>
          <w:p w14:paraId="6DC9A5A8" w14:textId="77777777" w:rsidR="00693539" w:rsidRDefault="00693539" w:rsidP="0069353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</w:p>
          <w:p w14:paraId="61ECF6C0" w14:textId="6BE5117F" w:rsidR="00693539" w:rsidRPr="00F53758" w:rsidRDefault="00693539" w:rsidP="0069353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25 litri</w:t>
            </w:r>
          </w:p>
        </w:tc>
        <w:tc>
          <w:tcPr>
            <w:tcW w:w="6101" w:type="dxa"/>
          </w:tcPr>
          <w:p w14:paraId="377FBCF1" w14:textId="77777777" w:rsidR="00693539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3A804C9B" w14:textId="77777777" w:rsidR="00693539" w:rsidRPr="00F12594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07B517" w14:textId="77777777" w:rsidR="00693539" w:rsidRPr="00F12594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2DBB2AF1" w14:textId="77777777" w:rsidR="00693539" w:rsidRPr="00F12594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25</w:t>
            </w:r>
          </w:p>
          <w:p w14:paraId="006B357F" w14:textId="77777777" w:rsidR="00693539" w:rsidRPr="00F12594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06F1A5F" w14:textId="2BF009BA" w:rsidR="00693539" w:rsidRPr="00F53758" w:rsidRDefault="00693539" w:rsidP="0069353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r>
              <w:rPr>
                <w:rFonts w:ascii="Poppins" w:hAnsi="Poppins" w:cs="Poppins"/>
                <w:b/>
                <w:sz w:val="20"/>
              </w:rPr>
              <w:t xml:space="preserve"> 25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93539" w:rsidRPr="00F4606B" w14:paraId="79FA87EE" w14:textId="77777777" w:rsidTr="00F53758">
        <w:tc>
          <w:tcPr>
            <w:tcW w:w="1311" w:type="dxa"/>
          </w:tcPr>
          <w:p w14:paraId="35C38584" w14:textId="6F073B82" w:rsidR="00693539" w:rsidRPr="00F53758" w:rsidRDefault="00693539" w:rsidP="0069353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06396</w:t>
            </w:r>
          </w:p>
        </w:tc>
        <w:tc>
          <w:tcPr>
            <w:tcW w:w="2086" w:type="dxa"/>
          </w:tcPr>
          <w:p w14:paraId="0382E24E" w14:textId="77777777" w:rsidR="00693539" w:rsidRPr="00F12594" w:rsidRDefault="00693539" w:rsidP="0069353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per impianti di riscaldamento alta/bassa temperatura e condizionamento</w:t>
            </w:r>
          </w:p>
          <w:p w14:paraId="18CB457B" w14:textId="77777777" w:rsidR="00693539" w:rsidRPr="00F53758" w:rsidRDefault="00693539" w:rsidP="00693539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FF041EA" w14:textId="77777777" w:rsidR="00693539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ad azione anticorrosiva per tutti i metalli, antincrostante e biocida per impianti di riscaldamento ad alta o bassa temperatura e/o condizionamento, con protettivi anticalcare (max 25 °F)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F1D6096" w14:textId="77777777" w:rsidR="00693539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0F2545" w14:textId="77777777" w:rsidR="00693539" w:rsidRPr="00F12594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115AC8B" w14:textId="77777777" w:rsidR="00693539" w:rsidRPr="00F73AD4" w:rsidRDefault="00693539" w:rsidP="0069353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73AD4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78940AB" w14:textId="77777777" w:rsidR="00693539" w:rsidRPr="00F73AD4" w:rsidRDefault="00693539" w:rsidP="0069353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Aspetto: liquido incolore – giallo paglierino</w:t>
            </w:r>
          </w:p>
          <w:p w14:paraId="07829061" w14:textId="77777777" w:rsidR="00693539" w:rsidRPr="00F73AD4" w:rsidRDefault="00693539" w:rsidP="0069353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ph: 7 ± 0.5</w:t>
            </w:r>
          </w:p>
          <w:p w14:paraId="36E98BD1" w14:textId="77777777" w:rsidR="00693539" w:rsidRPr="00F73AD4" w:rsidRDefault="00693539" w:rsidP="0069353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 xml:space="preserve">Densità (20°C): 1.025 ±0.1 kg/l </w:t>
            </w:r>
          </w:p>
          <w:p w14:paraId="38A59BB4" w14:textId="77777777" w:rsidR="00693539" w:rsidRPr="00F73AD4" w:rsidRDefault="00693539" w:rsidP="0069353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Dosaggio: 5%</w:t>
            </w:r>
          </w:p>
          <w:p w14:paraId="44532CDF" w14:textId="77777777" w:rsidR="00693539" w:rsidRPr="00F73AD4" w:rsidRDefault="00693539" w:rsidP="00693539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kg/confezione: 5</w:t>
            </w:r>
          </w:p>
          <w:p w14:paraId="45ED30BE" w14:textId="77777777" w:rsidR="00693539" w:rsidRPr="00F12594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686515" w14:textId="3773B8AC" w:rsidR="00693539" w:rsidRPr="00F53758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Protettivo per impianti di riscaldamento alta/bassa temperatura e condizionamento o equivalente</w:t>
            </w:r>
            <w:r>
              <w:rPr>
                <w:rFonts w:ascii="Poppins" w:hAnsi="Poppins" w:cs="Poppins"/>
                <w:sz w:val="20"/>
              </w:rPr>
              <w:t>.</w:t>
            </w:r>
          </w:p>
        </w:tc>
      </w:tr>
      <w:tr w:rsidR="00693539" w:rsidRPr="009230EA" w14:paraId="07A9BA5F" w14:textId="77777777" w:rsidTr="00F53758">
        <w:tc>
          <w:tcPr>
            <w:tcW w:w="1311" w:type="dxa"/>
          </w:tcPr>
          <w:p w14:paraId="1B3DA33C" w14:textId="75107443" w:rsidR="00693539" w:rsidRPr="00F53758" w:rsidRDefault="00693539" w:rsidP="0069353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</w:t>
            </w:r>
            <w:r>
              <w:rPr>
                <w:rFonts w:ascii="Poppins" w:hAnsi="Poppins" w:cs="Poppins"/>
                <w:sz w:val="20"/>
              </w:rPr>
              <w:t>2</w:t>
            </w:r>
            <w:r w:rsidRPr="00F12594">
              <w:rPr>
                <w:rFonts w:ascii="Poppins" w:hAnsi="Poppins" w:cs="Poppins"/>
                <w:sz w:val="20"/>
              </w:rPr>
              <w:t>706304</w:t>
            </w:r>
          </w:p>
        </w:tc>
        <w:tc>
          <w:tcPr>
            <w:tcW w:w="2086" w:type="dxa"/>
          </w:tcPr>
          <w:p w14:paraId="1349166B" w14:textId="77777777" w:rsidR="00693539" w:rsidRPr="00F12594" w:rsidRDefault="00693539" w:rsidP="0069353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bassa temperatura nuovi o vecchi</w:t>
            </w:r>
          </w:p>
          <w:p w14:paraId="3005688C" w14:textId="77777777" w:rsidR="00693539" w:rsidRPr="00F53758" w:rsidRDefault="00693539" w:rsidP="00693539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DCD6617" w14:textId="77777777" w:rsidR="00693539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idoneo a rimuovere le biomasse e gli ossidi metallici all’interno degli impianti di riscaldamento a bassa temperatura e anche dei termo arredi.</w:t>
            </w:r>
          </w:p>
          <w:p w14:paraId="0BD244EB" w14:textId="77777777" w:rsidR="00693539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Consigliato per pulire il vecchio impianto prima o dopo l’installazione di una nuova caldaia.</w:t>
            </w:r>
          </w:p>
          <w:p w14:paraId="1CAAA691" w14:textId="77777777" w:rsidR="00693539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Adatto a tutti i tipi di riscaldamento in quanto non è corrosivo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9C4CF2F" w14:textId="77777777" w:rsidR="00693539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E4D14FD" w14:textId="77777777" w:rsidR="00693539" w:rsidRPr="00F85508" w:rsidRDefault="00693539" w:rsidP="0069353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550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E2B22BA" w14:textId="77777777" w:rsidR="00693539" w:rsidRPr="00F85508" w:rsidRDefault="00693539" w:rsidP="0069353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Aspetto: liquido limpido incolore – giallo </w:t>
            </w:r>
          </w:p>
          <w:p w14:paraId="77DFF3F0" w14:textId="77777777" w:rsidR="00693539" w:rsidRPr="00F85508" w:rsidRDefault="00693539" w:rsidP="0069353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ph: 5 ± 0.5</w:t>
            </w:r>
          </w:p>
          <w:p w14:paraId="659E2B22" w14:textId="77777777" w:rsidR="00693539" w:rsidRPr="00F85508" w:rsidRDefault="00693539" w:rsidP="0069353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Densità (20°C): 1.035 kg/l </w:t>
            </w:r>
          </w:p>
          <w:p w14:paraId="7FE99562" w14:textId="77777777" w:rsidR="00693539" w:rsidRPr="00F85508" w:rsidRDefault="00693539" w:rsidP="0069353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Dosaggio: 5%</w:t>
            </w:r>
          </w:p>
          <w:p w14:paraId="3F14CF3B" w14:textId="77777777" w:rsidR="00693539" w:rsidRPr="00F85508" w:rsidRDefault="00693539" w:rsidP="0069353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kg/confezione: 5</w:t>
            </w:r>
          </w:p>
          <w:p w14:paraId="1C5EE360" w14:textId="77777777" w:rsidR="00693539" w:rsidRPr="00F12594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2A7A7B" w14:textId="7F45A4A6" w:rsidR="00693539" w:rsidRPr="00F53758" w:rsidRDefault="00693539" w:rsidP="0069353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Risanante per impianti di riscaldamento bassa temperatura nuovi o vecchi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93539" w:rsidRPr="00170AD8" w14:paraId="18CFFA8F" w14:textId="77777777" w:rsidTr="00F53758">
        <w:tc>
          <w:tcPr>
            <w:tcW w:w="1311" w:type="dxa"/>
          </w:tcPr>
          <w:p w14:paraId="155F8164" w14:textId="4C7C9E9C" w:rsidR="00693539" w:rsidRPr="00F53758" w:rsidRDefault="00693539" w:rsidP="0069353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02706862</w:t>
            </w:r>
          </w:p>
        </w:tc>
        <w:tc>
          <w:tcPr>
            <w:tcW w:w="2086" w:type="dxa"/>
          </w:tcPr>
          <w:p w14:paraId="47E7F8D3" w14:textId="77777777" w:rsidR="00693539" w:rsidRPr="00F12594" w:rsidRDefault="00693539" w:rsidP="0069353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</w:t>
            </w:r>
          </w:p>
          <w:p w14:paraId="1B591665" w14:textId="2941816F" w:rsidR="00693539" w:rsidRPr="00F53758" w:rsidRDefault="00693539" w:rsidP="0069353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50 litri</w:t>
            </w:r>
          </w:p>
        </w:tc>
        <w:tc>
          <w:tcPr>
            <w:tcW w:w="6101" w:type="dxa"/>
          </w:tcPr>
          <w:p w14:paraId="50B4E1C8" w14:textId="77777777" w:rsidR="00693539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 provvista di 2 tubi di collegamento lunghezza 3 m.</w:t>
            </w:r>
          </w:p>
          <w:p w14:paraId="4646854E" w14:textId="77777777" w:rsidR="00693539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74DE66" w14:textId="77777777" w:rsidR="00693539" w:rsidRPr="00265BF1" w:rsidRDefault="00693539" w:rsidP="0069353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65BF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084B976" w14:textId="77777777" w:rsidR="00693539" w:rsidRPr="00265BF1" w:rsidRDefault="00693539" w:rsidP="00693539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Portata: 5.2 – 60 litri/min</w:t>
            </w:r>
          </w:p>
          <w:p w14:paraId="4ECBA581" w14:textId="77777777" w:rsidR="00693539" w:rsidRPr="00265BF1" w:rsidRDefault="00693539" w:rsidP="00693539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 xml:space="preserve">Prevalenza H: 5 – 52 m.c.H2O </w:t>
            </w:r>
          </w:p>
          <w:p w14:paraId="75992432" w14:textId="77777777" w:rsidR="00693539" w:rsidRPr="00265BF1" w:rsidRDefault="00693539" w:rsidP="00693539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N° giri al minuto: 2900 rpm</w:t>
            </w:r>
          </w:p>
          <w:p w14:paraId="0F0E864E" w14:textId="77777777" w:rsidR="00693539" w:rsidRPr="00265BF1" w:rsidRDefault="00693539" w:rsidP="00693539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Volume serbatoio: 50 litri</w:t>
            </w:r>
          </w:p>
          <w:p w14:paraId="3B4326CB" w14:textId="77777777" w:rsidR="00693539" w:rsidRPr="00F12594" w:rsidRDefault="00693539" w:rsidP="0069353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AFA169" w14:textId="1A340607" w:rsidR="00693539" w:rsidRPr="00F53758" w:rsidRDefault="00693539" w:rsidP="0069353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Stazione carico impianti misura 50 litri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02BC" w:rsidRPr="007E118F" w14:paraId="554C9D31" w14:textId="77777777" w:rsidTr="00F53758">
        <w:tc>
          <w:tcPr>
            <w:tcW w:w="1311" w:type="dxa"/>
          </w:tcPr>
          <w:p w14:paraId="7DCC0960" w14:textId="16E06570" w:rsidR="002402BC" w:rsidRPr="00F53758" w:rsidRDefault="002402BC" w:rsidP="002402B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28130480</w:t>
            </w:r>
          </w:p>
        </w:tc>
        <w:tc>
          <w:tcPr>
            <w:tcW w:w="2086" w:type="dxa"/>
          </w:tcPr>
          <w:p w14:paraId="39A03628" w14:textId="77777777" w:rsidR="002402BC" w:rsidRPr="00F12594" w:rsidRDefault="002402BC" w:rsidP="002402B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524A6669" w14:textId="77777777" w:rsidR="002402BC" w:rsidRPr="00F12594" w:rsidRDefault="002402BC" w:rsidP="002402B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5x150mm</w:t>
            </w:r>
          </w:p>
          <w:p w14:paraId="2687D003" w14:textId="77777777" w:rsidR="002402BC" w:rsidRPr="00F53758" w:rsidRDefault="002402BC" w:rsidP="002402BC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6FA85C0" w14:textId="77777777" w:rsidR="002402BC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63EA0844" w14:textId="77777777" w:rsidR="002402BC" w:rsidRPr="00F12594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44BF9AA" w14:textId="77777777" w:rsidR="002402BC" w:rsidRPr="00F12594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5 mm x altezza 150 mm</w:t>
            </w:r>
          </w:p>
          <w:p w14:paraId="11B5A3E3" w14:textId="77777777" w:rsidR="002402BC" w:rsidRPr="00F12594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005CE6A1" w14:textId="77777777" w:rsidR="002402BC" w:rsidRPr="00F12594" w:rsidRDefault="002402BC" w:rsidP="002402B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1FF96E4" w14:textId="07085395" w:rsidR="002402BC" w:rsidRPr="00F53758" w:rsidRDefault="002402BC" w:rsidP="002402BC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5x150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02BC" w:rsidRPr="00170AD8" w14:paraId="4BA60375" w14:textId="77777777" w:rsidTr="00F53758">
        <w:tc>
          <w:tcPr>
            <w:tcW w:w="1311" w:type="dxa"/>
          </w:tcPr>
          <w:p w14:paraId="77373E02" w14:textId="4136762D" w:rsidR="002402BC" w:rsidRPr="00F53758" w:rsidRDefault="002402BC" w:rsidP="002402B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28130482</w:t>
            </w:r>
          </w:p>
        </w:tc>
        <w:tc>
          <w:tcPr>
            <w:tcW w:w="2086" w:type="dxa"/>
          </w:tcPr>
          <w:p w14:paraId="616081A6" w14:textId="77777777" w:rsidR="002402BC" w:rsidRPr="00F12594" w:rsidRDefault="002402BC" w:rsidP="002402B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4E5AAD52" w14:textId="77777777" w:rsidR="002402BC" w:rsidRPr="00F12594" w:rsidRDefault="002402BC" w:rsidP="002402B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7x150mm</w:t>
            </w:r>
          </w:p>
          <w:p w14:paraId="69AA79CC" w14:textId="77777777" w:rsidR="002402BC" w:rsidRPr="00F53758" w:rsidRDefault="002402BC" w:rsidP="002402BC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B90F990" w14:textId="77777777" w:rsidR="002402BC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43C2D357" w14:textId="77777777" w:rsidR="002402BC" w:rsidRPr="00F12594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4329C21" w14:textId="77777777" w:rsidR="002402BC" w:rsidRPr="00F12594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7 mm x altezza 150 mm</w:t>
            </w:r>
          </w:p>
          <w:p w14:paraId="449C6A91" w14:textId="77777777" w:rsidR="002402BC" w:rsidRPr="00F12594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3FB10894" w14:textId="77777777" w:rsidR="002402BC" w:rsidRPr="00F12594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3AE2AA1" w14:textId="05A2EFAF" w:rsidR="002402BC" w:rsidRPr="00F53758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7x150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02BC" w14:paraId="42022B64" w14:textId="77777777" w:rsidTr="00F53758">
        <w:tc>
          <w:tcPr>
            <w:tcW w:w="1311" w:type="dxa"/>
          </w:tcPr>
          <w:p w14:paraId="3ADF7659" w14:textId="47938677" w:rsidR="002402BC" w:rsidRPr="00F53758" w:rsidRDefault="002402BC" w:rsidP="002402B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28130032</w:t>
            </w:r>
          </w:p>
        </w:tc>
        <w:tc>
          <w:tcPr>
            <w:tcW w:w="2086" w:type="dxa"/>
          </w:tcPr>
          <w:p w14:paraId="019A51D6" w14:textId="77777777" w:rsidR="002402BC" w:rsidRPr="00F12594" w:rsidRDefault="002402BC" w:rsidP="002402B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</w:t>
            </w:r>
          </w:p>
          <w:p w14:paraId="1842209D" w14:textId="77777777" w:rsidR="002402BC" w:rsidRPr="00F12594" w:rsidRDefault="002402BC" w:rsidP="002402B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2000x35x32</w:t>
            </w:r>
          </w:p>
          <w:p w14:paraId="32F2D236" w14:textId="77777777" w:rsidR="002402BC" w:rsidRPr="00F53758" w:rsidRDefault="002402BC" w:rsidP="002402BC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6062A0B" w14:textId="77777777" w:rsidR="002402BC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 con base adesiva e sede per striscia isolante, spessore 7-8 mm.</w:t>
            </w:r>
          </w:p>
          <w:p w14:paraId="05879329" w14:textId="77777777" w:rsidR="002402BC" w:rsidRPr="00F12594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D2530FC" w14:textId="77777777" w:rsidR="002402BC" w:rsidRPr="00F12594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2000x35x20 mm</w:t>
            </w:r>
          </w:p>
          <w:p w14:paraId="56D50A03" w14:textId="77777777" w:rsidR="002402BC" w:rsidRPr="00F12594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50</w:t>
            </w:r>
          </w:p>
          <w:p w14:paraId="45EE0675" w14:textId="77777777" w:rsidR="002402BC" w:rsidRPr="00F12594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0F4CCE" w14:textId="577A8986" w:rsidR="002402BC" w:rsidRPr="00F53758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Profilo per giunto di dilatazione in plastica misura 2000x35x20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02BC" w14:paraId="2674F42C" w14:textId="77777777" w:rsidTr="00F53758">
        <w:tc>
          <w:tcPr>
            <w:tcW w:w="1311" w:type="dxa"/>
          </w:tcPr>
          <w:p w14:paraId="684769C7" w14:textId="384135EB" w:rsidR="002402BC" w:rsidRPr="00F53758" w:rsidRDefault="002402BC" w:rsidP="002402B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28130486</w:t>
            </w:r>
          </w:p>
        </w:tc>
        <w:tc>
          <w:tcPr>
            <w:tcW w:w="2086" w:type="dxa"/>
          </w:tcPr>
          <w:p w14:paraId="38BE4ADE" w14:textId="77777777" w:rsidR="002402BC" w:rsidRPr="00F12594" w:rsidRDefault="002402BC" w:rsidP="002402B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Striscia isolante per giunti di dilatazione </w:t>
            </w:r>
          </w:p>
          <w:p w14:paraId="774AFFF6" w14:textId="77777777" w:rsidR="002402BC" w:rsidRPr="00F12594" w:rsidRDefault="002402BC" w:rsidP="002402B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 mm</w:t>
            </w:r>
          </w:p>
          <w:p w14:paraId="543D7E9E" w14:textId="77777777" w:rsidR="002402BC" w:rsidRPr="00F53758" w:rsidRDefault="002402BC" w:rsidP="002402BC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96A52DC" w14:textId="77777777" w:rsidR="002402BC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in polietilene espanso a cellule chiuse.</w:t>
            </w:r>
          </w:p>
          <w:p w14:paraId="6EF9947E" w14:textId="77777777" w:rsidR="002402BC" w:rsidRPr="00F12594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7C2860E" w14:textId="77777777" w:rsidR="002402BC" w:rsidRPr="00F12594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7x150 mm</w:t>
            </w:r>
          </w:p>
          <w:p w14:paraId="7C9DB0A8" w14:textId="77777777" w:rsidR="002402BC" w:rsidRPr="00F12594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488F1AB0" w14:textId="77777777" w:rsidR="002402BC" w:rsidRPr="00F12594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7A52B25" w14:textId="34FF9CF1" w:rsidR="002402BC" w:rsidRPr="00F53758" w:rsidRDefault="002402BC" w:rsidP="002402B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Striscia isolante per giunti di dilatazione misura 7x150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51EF7" w14:paraId="38C14222" w14:textId="77777777" w:rsidTr="00F53758">
        <w:tc>
          <w:tcPr>
            <w:tcW w:w="1311" w:type="dxa"/>
          </w:tcPr>
          <w:p w14:paraId="6FC80BA1" w14:textId="270C293C" w:rsidR="00851EF7" w:rsidRPr="00F53758" w:rsidRDefault="00851EF7" w:rsidP="00851EF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4452</w:t>
            </w:r>
          </w:p>
        </w:tc>
        <w:tc>
          <w:tcPr>
            <w:tcW w:w="2086" w:type="dxa"/>
          </w:tcPr>
          <w:p w14:paraId="1896BBE4" w14:textId="77777777" w:rsidR="00851EF7" w:rsidRPr="00F12594" w:rsidRDefault="00851EF7" w:rsidP="00851EF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</w:t>
            </w:r>
          </w:p>
          <w:p w14:paraId="69B2E32E" w14:textId="77777777" w:rsidR="00851EF7" w:rsidRPr="00F12594" w:rsidRDefault="00851EF7" w:rsidP="00851EF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x14mm</w:t>
            </w:r>
          </w:p>
          <w:p w14:paraId="7686A4E2" w14:textId="77777777" w:rsidR="00851EF7" w:rsidRPr="00F53758" w:rsidRDefault="00851EF7" w:rsidP="00851EF7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04D1D30" w14:textId="77777777" w:rsidR="00851EF7" w:rsidRDefault="00851EF7" w:rsidP="00851EF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 in materiale plastico, viene applicato sulle bugne per trattenere 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965A955" w14:textId="77777777" w:rsidR="00851EF7" w:rsidRPr="00F12594" w:rsidRDefault="00851EF7" w:rsidP="00851EF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1DF521" w14:textId="77777777" w:rsidR="00851EF7" w:rsidRPr="00F12594" w:rsidRDefault="00851EF7" w:rsidP="00851EF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 mm</w:t>
            </w:r>
          </w:p>
          <w:p w14:paraId="74519EE5" w14:textId="77777777" w:rsidR="00851EF7" w:rsidRPr="00F12594" w:rsidRDefault="00851EF7" w:rsidP="00851EF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75526E1" w14:textId="7A49A1F6" w:rsidR="00851EF7" w:rsidRPr="00F53758" w:rsidRDefault="00851EF7" w:rsidP="00851EF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a cavaliere </w:t>
            </w:r>
            <w:r>
              <w:rPr>
                <w:rFonts w:ascii="Poppins" w:hAnsi="Poppins" w:cs="Poppins"/>
                <w:b/>
                <w:sz w:val="20"/>
              </w:rPr>
              <w:t>88x28</w:t>
            </w:r>
            <w:r w:rsidRPr="00F12594">
              <w:rPr>
                <w:rFonts w:ascii="Poppins" w:hAnsi="Poppins" w:cs="Poppins"/>
                <w:b/>
                <w:sz w:val="20"/>
              </w:rPr>
              <w:t>x14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51EF7" w14:paraId="673BD90C" w14:textId="77777777" w:rsidTr="00F53758">
        <w:tc>
          <w:tcPr>
            <w:tcW w:w="1311" w:type="dxa"/>
          </w:tcPr>
          <w:p w14:paraId="6912D543" w14:textId="60CEAF64" w:rsidR="00851EF7" w:rsidRPr="00F53758" w:rsidRDefault="00851EF7" w:rsidP="00851EF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4456</w:t>
            </w:r>
          </w:p>
        </w:tc>
        <w:tc>
          <w:tcPr>
            <w:tcW w:w="2086" w:type="dxa"/>
          </w:tcPr>
          <w:p w14:paraId="742B686A" w14:textId="77777777" w:rsidR="00851EF7" w:rsidRPr="00F12594" w:rsidRDefault="00851EF7" w:rsidP="00851EF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fissatubo manuale</w:t>
            </w:r>
          </w:p>
          <w:p w14:paraId="4051A996" w14:textId="77777777" w:rsidR="00851EF7" w:rsidRPr="00F12594" w:rsidRDefault="00851EF7" w:rsidP="00851EF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>mm</w:t>
            </w:r>
          </w:p>
          <w:p w14:paraId="333D4283" w14:textId="77777777" w:rsidR="00851EF7" w:rsidRPr="00F53758" w:rsidRDefault="00851EF7" w:rsidP="00851EF7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6A5BF6A" w14:textId="77777777" w:rsidR="00851EF7" w:rsidRDefault="00851EF7" w:rsidP="00851EF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fissatubo manuale in materiale plastico per il bloccaggio supplementare dei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FAD0E1C" w14:textId="77777777" w:rsidR="00851EF7" w:rsidRPr="00F12594" w:rsidRDefault="00851EF7" w:rsidP="00851EF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0348BF" w14:textId="77777777" w:rsidR="00851EF7" w:rsidRPr="00F12594" w:rsidRDefault="00851EF7" w:rsidP="00851EF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  <w:p w14:paraId="620ABBE6" w14:textId="77777777" w:rsidR="00851EF7" w:rsidRPr="00F12594" w:rsidRDefault="00851EF7" w:rsidP="00851EF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823FA09" w14:textId="50D751B4" w:rsidR="00851EF7" w:rsidRPr="00F53758" w:rsidRDefault="00851EF7" w:rsidP="00851EF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fissatubo manuale </w:t>
            </w:r>
            <w:r>
              <w:rPr>
                <w:rFonts w:ascii="Poppins" w:hAnsi="Poppins" w:cs="Poppins"/>
                <w:b/>
                <w:sz w:val="20"/>
              </w:rPr>
              <w:t>25x49x5</w:t>
            </w:r>
            <w:r w:rsidRPr="00F12594">
              <w:rPr>
                <w:rFonts w:ascii="Poppins" w:hAnsi="Poppins" w:cs="Poppins"/>
                <w:b/>
                <w:sz w:val="20"/>
              </w:rPr>
              <w:t>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91995" w14:paraId="000FE54B" w14:textId="77777777" w:rsidTr="00F53758">
        <w:tc>
          <w:tcPr>
            <w:tcW w:w="1311" w:type="dxa"/>
          </w:tcPr>
          <w:p w14:paraId="7E02A0E2" w14:textId="387824C2" w:rsidR="00391995" w:rsidRPr="00F53758" w:rsidRDefault="00391995" w:rsidP="00391995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28134464</w:t>
            </w:r>
          </w:p>
        </w:tc>
        <w:tc>
          <w:tcPr>
            <w:tcW w:w="2086" w:type="dxa"/>
          </w:tcPr>
          <w:p w14:paraId="45E30426" w14:textId="1372A112" w:rsidR="00391995" w:rsidRPr="00F53758" w:rsidRDefault="00391995" w:rsidP="0039199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Curva di supporto per tubi di diametro da 1</w:t>
            </w:r>
            <w:r>
              <w:rPr>
                <w:rFonts w:ascii="Poppins" w:hAnsi="Poppins" w:cs="Poppins"/>
                <w:sz w:val="20"/>
              </w:rPr>
              <w:t>4</w:t>
            </w:r>
            <w:r w:rsidRPr="00F12594">
              <w:rPr>
                <w:rFonts w:ascii="Poppins" w:hAnsi="Poppins" w:cs="Poppins"/>
                <w:sz w:val="20"/>
              </w:rPr>
              <w:t xml:space="preserve"> a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6101" w:type="dxa"/>
          </w:tcPr>
          <w:p w14:paraId="409DBFFC" w14:textId="77777777" w:rsidR="00391995" w:rsidRPr="00F12594" w:rsidRDefault="00391995" w:rsidP="0039199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Curva di supporto in materiale </w:t>
            </w:r>
            <w:r>
              <w:rPr>
                <w:rFonts w:ascii="Poppins" w:hAnsi="Poppins" w:cs="Poppins"/>
                <w:sz w:val="20"/>
              </w:rPr>
              <w:t>PA66</w:t>
            </w:r>
            <w:r w:rsidRPr="00F12594">
              <w:rPr>
                <w:rFonts w:ascii="Poppins" w:hAnsi="Poppins" w:cs="Poppins"/>
                <w:sz w:val="20"/>
              </w:rPr>
              <w:t>, rinforzato con fibre di vetro.</w:t>
            </w:r>
          </w:p>
          <w:p w14:paraId="7EDAF225" w14:textId="77777777" w:rsidR="00391995" w:rsidRPr="00F12594" w:rsidRDefault="00391995" w:rsidP="00391995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Sostiene i tubi di diametro da 14 a 17 mm alla base dei collettori.</w:t>
            </w:r>
          </w:p>
          <w:p w14:paraId="30888036" w14:textId="77777777" w:rsidR="00391995" w:rsidRPr="00F12594" w:rsidRDefault="00391995" w:rsidP="00391995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C053D5D" w14:textId="7FAB5A60" w:rsidR="00391995" w:rsidRPr="00F53758" w:rsidRDefault="00391995" w:rsidP="0039199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Curva di supporto per tubi di diametro da 1</w:t>
            </w:r>
            <w:r>
              <w:rPr>
                <w:rFonts w:ascii="Poppins" w:hAnsi="Poppins" w:cs="Poppins"/>
                <w:b/>
                <w:sz w:val="20"/>
              </w:rPr>
              <w:t>4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a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1400A" w14:paraId="6F488E2F" w14:textId="77777777" w:rsidTr="00F53758">
        <w:tc>
          <w:tcPr>
            <w:tcW w:w="1311" w:type="dxa"/>
          </w:tcPr>
          <w:p w14:paraId="249E28C1" w14:textId="70D62FFB" w:rsidR="0011400A" w:rsidRPr="00F12594" w:rsidRDefault="0011400A" w:rsidP="0011400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28130074</w:t>
            </w:r>
          </w:p>
        </w:tc>
        <w:tc>
          <w:tcPr>
            <w:tcW w:w="2086" w:type="dxa"/>
          </w:tcPr>
          <w:p w14:paraId="63FB9F60" w14:textId="77777777" w:rsidR="0011400A" w:rsidRPr="00F12594" w:rsidRDefault="0011400A" w:rsidP="0011400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471E14FE" w14:textId="77777777" w:rsidR="0011400A" w:rsidRPr="00F12594" w:rsidRDefault="0011400A" w:rsidP="0011400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68183C6C" w14:textId="77777777" w:rsidR="0011400A" w:rsidRPr="00F12594" w:rsidRDefault="0011400A" w:rsidP="0011400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04D2E782" w14:textId="77777777" w:rsidR="0011400A" w:rsidRPr="00F12594" w:rsidRDefault="0011400A" w:rsidP="0011400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</w:t>
            </w:r>
          </w:p>
          <w:p w14:paraId="628E4C14" w14:textId="77777777" w:rsidR="0011400A" w:rsidRPr="00F12594" w:rsidRDefault="0011400A" w:rsidP="0011400A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A082BC3" w14:textId="77777777" w:rsidR="0011400A" w:rsidRDefault="0011400A" w:rsidP="0011400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683A0E6" w14:textId="77777777" w:rsidR="0011400A" w:rsidRPr="00F12594" w:rsidRDefault="0011400A" w:rsidP="0011400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C04EDA" w14:textId="77777777" w:rsidR="0011400A" w:rsidRPr="00F12594" w:rsidRDefault="0011400A" w:rsidP="0011400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 a maglie 50x50 mm</w:t>
            </w:r>
          </w:p>
          <w:p w14:paraId="369DDCFC" w14:textId="77777777" w:rsidR="0011400A" w:rsidRPr="00F12594" w:rsidRDefault="0011400A" w:rsidP="0011400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20 fogli</w:t>
            </w:r>
          </w:p>
          <w:p w14:paraId="61337694" w14:textId="77777777" w:rsidR="0011400A" w:rsidRPr="00F12594" w:rsidRDefault="0011400A" w:rsidP="0011400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40</w:t>
            </w:r>
          </w:p>
          <w:p w14:paraId="0E58ED1A" w14:textId="77777777" w:rsidR="0011400A" w:rsidRPr="00F12594" w:rsidRDefault="0011400A" w:rsidP="0011400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8097E8D" w14:textId="048CB00D" w:rsidR="0011400A" w:rsidRPr="00F12594" w:rsidRDefault="0011400A" w:rsidP="0011400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1.8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1400A" w14:paraId="6A59B069" w14:textId="77777777" w:rsidTr="00F53758">
        <w:tc>
          <w:tcPr>
            <w:tcW w:w="1311" w:type="dxa"/>
          </w:tcPr>
          <w:p w14:paraId="45A42129" w14:textId="244A9FA4" w:rsidR="0011400A" w:rsidRPr="00F12594" w:rsidRDefault="0011400A" w:rsidP="0011400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28141000</w:t>
            </w:r>
          </w:p>
        </w:tc>
        <w:tc>
          <w:tcPr>
            <w:tcW w:w="2086" w:type="dxa"/>
          </w:tcPr>
          <w:p w14:paraId="5DDB23E7" w14:textId="77777777" w:rsidR="0011400A" w:rsidRPr="00F12594" w:rsidRDefault="0011400A" w:rsidP="0011400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3AFD4024" w14:textId="77777777" w:rsidR="0011400A" w:rsidRPr="00F12594" w:rsidRDefault="0011400A" w:rsidP="0011400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20927C26" w14:textId="77777777" w:rsidR="0011400A" w:rsidRPr="00F12594" w:rsidRDefault="0011400A" w:rsidP="0011400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2EB173D4" w14:textId="77777777" w:rsidR="0011400A" w:rsidRPr="00F12594" w:rsidRDefault="0011400A" w:rsidP="0011400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</w:t>
            </w:r>
          </w:p>
          <w:p w14:paraId="68B5646E" w14:textId="77777777" w:rsidR="0011400A" w:rsidRPr="00F12594" w:rsidRDefault="0011400A" w:rsidP="0011400A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4498EAA6" w14:textId="77777777" w:rsidR="0011400A" w:rsidRPr="00F12594" w:rsidRDefault="0011400A" w:rsidP="0011400A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1DAB6B1" w14:textId="77777777" w:rsidR="0011400A" w:rsidRDefault="0011400A" w:rsidP="0011400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E9F58E7" w14:textId="77777777" w:rsidR="0011400A" w:rsidRPr="00F12594" w:rsidRDefault="0011400A" w:rsidP="0011400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2225D07" w14:textId="77777777" w:rsidR="0011400A" w:rsidRPr="00F12594" w:rsidRDefault="0011400A" w:rsidP="0011400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 a maglie 1000x100 mm</w:t>
            </w:r>
          </w:p>
          <w:p w14:paraId="4B57977B" w14:textId="77777777" w:rsidR="0011400A" w:rsidRPr="00F12594" w:rsidRDefault="0011400A" w:rsidP="0011400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15 fogli</w:t>
            </w:r>
          </w:p>
          <w:p w14:paraId="7A5B1D86" w14:textId="77777777" w:rsidR="0011400A" w:rsidRPr="00F12594" w:rsidRDefault="0011400A" w:rsidP="0011400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30</w:t>
            </w:r>
          </w:p>
          <w:p w14:paraId="1488A7B3" w14:textId="77777777" w:rsidR="0011400A" w:rsidRPr="00F12594" w:rsidRDefault="0011400A" w:rsidP="0011400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6ECA75" w14:textId="599647FB" w:rsidR="0011400A" w:rsidRPr="00F12594" w:rsidRDefault="0011400A" w:rsidP="0011400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3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95A25" w14:paraId="4A42D230" w14:textId="77777777" w:rsidTr="00F53758">
        <w:tc>
          <w:tcPr>
            <w:tcW w:w="1311" w:type="dxa"/>
          </w:tcPr>
          <w:p w14:paraId="7CDC0CD0" w14:textId="0B9FCEBB" w:rsidR="00895A25" w:rsidRPr="00F53758" w:rsidRDefault="00895A25" w:rsidP="00895A2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28130048</w:t>
            </w:r>
          </w:p>
        </w:tc>
        <w:tc>
          <w:tcPr>
            <w:tcW w:w="2086" w:type="dxa"/>
          </w:tcPr>
          <w:p w14:paraId="20E48BF7" w14:textId="54E35EAC" w:rsidR="00895A25" w:rsidRPr="00F53758" w:rsidRDefault="00895A25" w:rsidP="00895A2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</w:t>
            </w:r>
          </w:p>
        </w:tc>
        <w:tc>
          <w:tcPr>
            <w:tcW w:w="6101" w:type="dxa"/>
          </w:tcPr>
          <w:p w14:paraId="5C69C62E" w14:textId="77777777" w:rsidR="00895A25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 in fiocco di polipropilene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0E4BBD5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06D483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Spessore: 4 mm</w:t>
            </w:r>
          </w:p>
          <w:p w14:paraId="1B138247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Grammatura: 500 g/m2</w:t>
            </w:r>
          </w:p>
          <w:p w14:paraId="5679ABB8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2x25 m</w:t>
            </w:r>
          </w:p>
          <w:p w14:paraId="14BD8817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m2/confezione: 50 </w:t>
            </w:r>
          </w:p>
          <w:p w14:paraId="461A9074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FDADC50" w14:textId="04249187" w:rsidR="00895A25" w:rsidRPr="00F53758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Feltro tessuto – non tessuto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95A25" w14:paraId="3573FEA8" w14:textId="77777777" w:rsidTr="00F53758">
        <w:tc>
          <w:tcPr>
            <w:tcW w:w="1311" w:type="dxa"/>
          </w:tcPr>
          <w:p w14:paraId="1D9A8737" w14:textId="497E5FDB" w:rsidR="00895A25" w:rsidRPr="00F53758" w:rsidRDefault="00895A25" w:rsidP="00895A2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8130418</w:t>
            </w:r>
          </w:p>
        </w:tc>
        <w:tc>
          <w:tcPr>
            <w:tcW w:w="2086" w:type="dxa"/>
          </w:tcPr>
          <w:p w14:paraId="4C41F9D5" w14:textId="25DAD4EC" w:rsidR="00895A25" w:rsidRPr="00F53758" w:rsidRDefault="00895A25" w:rsidP="00895A2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Fibre polimeriche per massetti</w:t>
            </w:r>
          </w:p>
        </w:tc>
        <w:tc>
          <w:tcPr>
            <w:tcW w:w="6101" w:type="dxa"/>
          </w:tcPr>
          <w:p w14:paraId="16872F31" w14:textId="77777777" w:rsidR="00895A25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Fibre polimeriche strutturali con lunghezza 30 mm studiate per migliorare le caratteristiche di resistenza a trazione dei calcestruzzi in fase post-fessurativa.</w:t>
            </w:r>
          </w:p>
          <w:p w14:paraId="5B2A1A4E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Consentono di rinforzare il calcestruzzo tipo “terra umida”, aumentandone la duttilità e tenacità.</w:t>
            </w:r>
          </w:p>
          <w:p w14:paraId="79400251" w14:textId="77777777" w:rsidR="00895A25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Idone</w:t>
            </w:r>
            <w:r>
              <w:rPr>
                <w:rFonts w:ascii="Poppins" w:hAnsi="Poppins" w:cs="Poppins"/>
                <w:sz w:val="20"/>
              </w:rPr>
              <w:t>e</w:t>
            </w:r>
            <w:r w:rsidRPr="00F12594">
              <w:rPr>
                <w:rFonts w:ascii="Poppins" w:hAnsi="Poppins" w:cs="Poppins"/>
                <w:sz w:val="20"/>
              </w:rPr>
              <w:t xml:space="preserve"> per </w:t>
            </w:r>
            <w:r>
              <w:rPr>
                <w:rFonts w:ascii="Poppins" w:hAnsi="Poppins" w:cs="Poppins"/>
                <w:sz w:val="20"/>
              </w:rPr>
              <w:t xml:space="preserve">la realizzazione di </w:t>
            </w:r>
            <w:r w:rsidRPr="00F12594">
              <w:rPr>
                <w:rFonts w:ascii="Poppins" w:hAnsi="Poppins" w:cs="Poppins"/>
                <w:sz w:val="20"/>
              </w:rPr>
              <w:t>massetti riscaldati.</w:t>
            </w:r>
          </w:p>
          <w:p w14:paraId="27A5D16B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F5FB03E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Dosaggio consigliato: 1</w:t>
            </w:r>
            <w:r>
              <w:rPr>
                <w:rFonts w:ascii="Poppins" w:hAnsi="Poppins" w:cs="Poppins"/>
                <w:sz w:val="20"/>
              </w:rPr>
              <w:t>-3</w:t>
            </w:r>
            <w:r w:rsidRPr="00F12594">
              <w:rPr>
                <w:rFonts w:ascii="Poppins" w:hAnsi="Poppins" w:cs="Poppins"/>
                <w:sz w:val="20"/>
              </w:rPr>
              <w:t xml:space="preserve"> kg/m3</w:t>
            </w:r>
          </w:p>
          <w:p w14:paraId="34F9011B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Conforme EN 14889-2</w:t>
            </w:r>
          </w:p>
          <w:p w14:paraId="4FAC46B1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Sacchetto da 1 kg</w:t>
            </w:r>
          </w:p>
          <w:p w14:paraId="1F20E4FF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E3013CA" w14:textId="4BFDC54E" w:rsidR="00895A25" w:rsidRPr="00F53758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Fibre polimetriche per massetti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95A25" w14:paraId="2AB10DDA" w14:textId="77777777" w:rsidTr="00F53758">
        <w:tc>
          <w:tcPr>
            <w:tcW w:w="1311" w:type="dxa"/>
          </w:tcPr>
          <w:p w14:paraId="3DFD3771" w14:textId="1874F026" w:rsidR="00895A25" w:rsidRPr="00F53758" w:rsidRDefault="00895A25" w:rsidP="00895A2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28130037</w:t>
            </w:r>
          </w:p>
        </w:tc>
        <w:tc>
          <w:tcPr>
            <w:tcW w:w="2086" w:type="dxa"/>
          </w:tcPr>
          <w:p w14:paraId="3644BDAC" w14:textId="486AF2CC" w:rsidR="00895A25" w:rsidRPr="00F53758" w:rsidRDefault="00895A25" w:rsidP="00895A2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</w:t>
            </w:r>
          </w:p>
        </w:tc>
        <w:tc>
          <w:tcPr>
            <w:tcW w:w="6101" w:type="dxa"/>
          </w:tcPr>
          <w:p w14:paraId="4AEB37E8" w14:textId="77777777" w:rsidR="00895A25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 per foro da Ø 10 mm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CCC9167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EF2F942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Ø50 x L 70</w:t>
            </w:r>
          </w:p>
          <w:p w14:paraId="1A510E7A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1A32436" w14:textId="32A52C52" w:rsidR="00895A25" w:rsidRPr="00F53758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</w:t>
            </w:r>
            <w:r w:rsidRPr="00F12594">
              <w:rPr>
                <w:rFonts w:ascii="Poppins" w:hAnsi="Poppins" w:cs="Poppins"/>
                <w:b/>
                <w:sz w:val="20"/>
              </w:rPr>
              <w:t>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Tassello di fissaggio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95A25" w14:paraId="49862235" w14:textId="77777777" w:rsidTr="00F53758">
        <w:tc>
          <w:tcPr>
            <w:tcW w:w="1311" w:type="dxa"/>
          </w:tcPr>
          <w:p w14:paraId="656D1CB0" w14:textId="38258F57" w:rsidR="00895A25" w:rsidRPr="00F53758" w:rsidRDefault="00895A25" w:rsidP="00895A2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</w:t>
            </w:r>
            <w:r>
              <w:rPr>
                <w:rFonts w:ascii="Poppins" w:hAnsi="Poppins" w:cs="Poppins"/>
                <w:sz w:val="20"/>
              </w:rPr>
              <w:t>41020</w:t>
            </w:r>
          </w:p>
        </w:tc>
        <w:tc>
          <w:tcPr>
            <w:tcW w:w="2086" w:type="dxa"/>
          </w:tcPr>
          <w:p w14:paraId="25F28A7E" w14:textId="4D2ABADE" w:rsidR="00895A25" w:rsidRPr="00F53758" w:rsidRDefault="00895A25" w:rsidP="00895A2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Foglio di copertura in </w:t>
            </w:r>
            <w:r w:rsidRPr="00F12594">
              <w:rPr>
                <w:rFonts w:ascii="Poppins" w:hAnsi="Poppins" w:cs="Poppins"/>
                <w:sz w:val="20"/>
              </w:rPr>
              <w:lastRenderedPageBreak/>
              <w:t>polietilene</w:t>
            </w:r>
            <w:r>
              <w:rPr>
                <w:rFonts w:ascii="Poppins" w:hAnsi="Poppins" w:cs="Poppins"/>
                <w:sz w:val="20"/>
              </w:rPr>
              <w:t xml:space="preserve"> rigenerato con griglia in</w:t>
            </w:r>
            <w:r w:rsidRPr="00F12594">
              <w:rPr>
                <w:rFonts w:ascii="Poppins" w:hAnsi="Poppins" w:cs="Poppins"/>
                <w:sz w:val="20"/>
              </w:rPr>
              <w:t xml:space="preserve"> rotolo da </w:t>
            </w:r>
            <w:r>
              <w:rPr>
                <w:rFonts w:ascii="Poppins" w:hAnsi="Poppins" w:cs="Poppins"/>
                <w:sz w:val="20"/>
              </w:rPr>
              <w:t>50 m</w:t>
            </w:r>
          </w:p>
        </w:tc>
        <w:tc>
          <w:tcPr>
            <w:tcW w:w="6101" w:type="dxa"/>
          </w:tcPr>
          <w:p w14:paraId="3E153BD8" w14:textId="77777777" w:rsidR="00895A25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sz w:val="20"/>
              </w:rPr>
              <w:t>, spessore 0,2 mm, larghezza 2 m, ripiegato, in rotolo da 50 m.</w:t>
            </w:r>
          </w:p>
          <w:p w14:paraId="4FA5B5FE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43BA06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100</w:t>
            </w:r>
          </w:p>
          <w:p w14:paraId="78444F78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668B220" w14:textId="6FA99FE2" w:rsidR="00895A25" w:rsidRPr="00F53758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Foglio di copertura in polietilene</w:t>
            </w:r>
            <w:r>
              <w:rPr>
                <w:rFonts w:ascii="Poppins" w:hAnsi="Poppins" w:cs="Poppins"/>
                <w:b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, in rotolo da </w:t>
            </w:r>
            <w:r>
              <w:rPr>
                <w:rFonts w:ascii="Poppins" w:hAnsi="Poppins" w:cs="Poppins"/>
                <w:b/>
                <w:sz w:val="20"/>
              </w:rPr>
              <w:t>50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95A25" w14:paraId="10120853" w14:textId="77777777" w:rsidTr="00F53758">
        <w:tc>
          <w:tcPr>
            <w:tcW w:w="1311" w:type="dxa"/>
          </w:tcPr>
          <w:p w14:paraId="39DB2804" w14:textId="759316E0" w:rsidR="00895A25" w:rsidRPr="00F53758" w:rsidRDefault="00895A25" w:rsidP="00895A2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28130041</w:t>
            </w:r>
          </w:p>
        </w:tc>
        <w:tc>
          <w:tcPr>
            <w:tcW w:w="2086" w:type="dxa"/>
          </w:tcPr>
          <w:p w14:paraId="279AF659" w14:textId="35EF16DB" w:rsidR="00895A25" w:rsidRPr="00F53758" w:rsidRDefault="00895A25" w:rsidP="00895A2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Svolgirotolo</w:t>
            </w:r>
          </w:p>
        </w:tc>
        <w:tc>
          <w:tcPr>
            <w:tcW w:w="6101" w:type="dxa"/>
          </w:tcPr>
          <w:p w14:paraId="07732696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Svolgirotolo completamente smontabile per tubazioni Alpert, PE-Xc e PE-Xa per rotoli fino a 600 m.</w:t>
            </w:r>
          </w:p>
          <w:p w14:paraId="679BEFC1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Misure rotoli: Ø minimo 35 cm, Ø massimo 100 cm e altezza 50 cm.</w:t>
            </w:r>
          </w:p>
          <w:p w14:paraId="64499FD8" w14:textId="77777777" w:rsidR="00895A25" w:rsidRPr="00F12594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444D7A7" w14:textId="77860E69" w:rsidR="00895A25" w:rsidRPr="00F53758" w:rsidRDefault="00895A25" w:rsidP="00895A2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Svolgirotolo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91995" w14:paraId="3F1C67C9" w14:textId="77777777" w:rsidTr="00F53758">
        <w:tc>
          <w:tcPr>
            <w:tcW w:w="1311" w:type="dxa"/>
          </w:tcPr>
          <w:p w14:paraId="310E6DE1" w14:textId="0122BF12" w:rsidR="00391995" w:rsidRPr="00F12594" w:rsidRDefault="00391995" w:rsidP="00391995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28130760</w:t>
            </w:r>
          </w:p>
        </w:tc>
        <w:tc>
          <w:tcPr>
            <w:tcW w:w="2086" w:type="dxa"/>
          </w:tcPr>
          <w:p w14:paraId="2D08D11C" w14:textId="77777777" w:rsidR="00391995" w:rsidRDefault="00391995" w:rsidP="00391995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tubo in plastica</w:t>
            </w:r>
          </w:p>
          <w:p w14:paraId="119A30F3" w14:textId="464AE229" w:rsidR="00391995" w:rsidRPr="00F12594" w:rsidRDefault="00391995" w:rsidP="00391995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41D30CB5" w14:textId="77777777" w:rsidR="00391995" w:rsidRPr="00515EE8" w:rsidRDefault="00391995" w:rsidP="00391995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tagliare i tubi rigidi in plastica con le pareti sottile</w:t>
            </w:r>
          </w:p>
          <w:p w14:paraId="589B5AC3" w14:textId="77777777" w:rsidR="00391995" w:rsidRPr="00515EE8" w:rsidRDefault="00391995" w:rsidP="00391995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senza sbavature.</w:t>
            </w:r>
          </w:p>
          <w:p w14:paraId="5AF5D0F7" w14:textId="77777777" w:rsidR="00391995" w:rsidRPr="00515EE8" w:rsidRDefault="00391995" w:rsidP="0039199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5E83AD" w14:textId="77777777" w:rsidR="00391995" w:rsidRPr="00515EE8" w:rsidRDefault="00391995" w:rsidP="00391995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Misura: Ø 8 – 25</w:t>
            </w:r>
          </w:p>
          <w:p w14:paraId="7BEE458E" w14:textId="77777777" w:rsidR="00391995" w:rsidRPr="00515EE8" w:rsidRDefault="00391995" w:rsidP="0039199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3549671" w14:textId="7EEF6440" w:rsidR="00391995" w:rsidRPr="00F12594" w:rsidRDefault="00391995" w:rsidP="00391995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Cesoia per tubo in plastica Ø8–25 o equivalente.</w:t>
            </w:r>
          </w:p>
        </w:tc>
      </w:tr>
      <w:tr w:rsidR="00391995" w14:paraId="416A7BD5" w14:textId="77777777" w:rsidTr="00F53758">
        <w:tc>
          <w:tcPr>
            <w:tcW w:w="1311" w:type="dxa"/>
          </w:tcPr>
          <w:p w14:paraId="004FFA6A" w14:textId="40E5DB45" w:rsidR="00391995" w:rsidRPr="00F12594" w:rsidRDefault="00391995" w:rsidP="00391995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28130761</w:t>
            </w:r>
          </w:p>
        </w:tc>
        <w:tc>
          <w:tcPr>
            <w:tcW w:w="2086" w:type="dxa"/>
          </w:tcPr>
          <w:p w14:paraId="4D19AED2" w14:textId="77777777" w:rsidR="00391995" w:rsidRDefault="00391995" w:rsidP="00391995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</w:t>
            </w:r>
          </w:p>
          <w:p w14:paraId="17466151" w14:textId="6D549670" w:rsidR="00391995" w:rsidRPr="00F12594" w:rsidRDefault="00391995" w:rsidP="00391995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611C32F5" w14:textId="77777777" w:rsidR="00391995" w:rsidRPr="00515EE8" w:rsidRDefault="00391995" w:rsidP="00391995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cesoia.</w:t>
            </w:r>
          </w:p>
          <w:p w14:paraId="11DBCCFB" w14:textId="77777777" w:rsidR="00391995" w:rsidRPr="00515EE8" w:rsidRDefault="00391995" w:rsidP="0039199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102BBC" w14:textId="385362D8" w:rsidR="00391995" w:rsidRPr="00F12594" w:rsidRDefault="00391995" w:rsidP="00391995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Lama di ricambio per cesoia Ø8–25 o equivalente.</w:t>
            </w:r>
          </w:p>
        </w:tc>
      </w:tr>
      <w:tr w:rsidR="00391995" w14:paraId="6421182A" w14:textId="77777777" w:rsidTr="00F53758">
        <w:tc>
          <w:tcPr>
            <w:tcW w:w="1311" w:type="dxa"/>
          </w:tcPr>
          <w:p w14:paraId="1ED605F0" w14:textId="7BA4AB18" w:rsidR="00391995" w:rsidRPr="00F53758" w:rsidRDefault="00391995" w:rsidP="0039199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902000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2086" w:type="dxa"/>
          </w:tcPr>
          <w:p w14:paraId="13AE7AFE" w14:textId="1EB31420" w:rsidR="00391995" w:rsidRPr="00F53758" w:rsidRDefault="00391995" w:rsidP="0039199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Nastro adesivo Emmeti </w:t>
            </w:r>
          </w:p>
        </w:tc>
        <w:tc>
          <w:tcPr>
            <w:tcW w:w="6101" w:type="dxa"/>
          </w:tcPr>
          <w:p w14:paraId="4A059BAE" w14:textId="77777777" w:rsidR="00391995" w:rsidRPr="00F12594" w:rsidRDefault="00391995" w:rsidP="0039199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Nastro adesivo, in rotolo, larghezza 75 mm x lunghezza 132 m</w:t>
            </w:r>
            <w:r>
              <w:rPr>
                <w:rFonts w:ascii="Poppins" w:hAnsi="Poppins" w:cs="Poppins"/>
                <w:sz w:val="20"/>
              </w:rPr>
              <w:t>.</w:t>
            </w:r>
            <w:r w:rsidRPr="00F12594">
              <w:rPr>
                <w:rFonts w:ascii="Poppins" w:hAnsi="Poppins" w:cs="Poppins"/>
                <w:sz w:val="20"/>
              </w:rPr>
              <w:t xml:space="preserve"> </w:t>
            </w:r>
          </w:p>
          <w:p w14:paraId="54323FA5" w14:textId="77777777" w:rsidR="00391995" w:rsidRPr="00F12594" w:rsidRDefault="00391995" w:rsidP="0039199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0A1A418" w14:textId="26C08A30" w:rsidR="00391995" w:rsidRPr="00F53758" w:rsidRDefault="00391995" w:rsidP="0039199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Nastro adesivo Emmeti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64A8EF3A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C1284" w14:textId="77777777" w:rsidR="003B1359" w:rsidRDefault="003B1359">
      <w:r>
        <w:separator/>
      </w:r>
    </w:p>
  </w:endnote>
  <w:endnote w:type="continuationSeparator" w:id="0">
    <w:p w14:paraId="5B56549A" w14:textId="77777777" w:rsidR="003B1359" w:rsidRDefault="003B1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7A6CE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2233DB15" w14:textId="77777777" w:rsidTr="004706FD">
      <w:tc>
        <w:tcPr>
          <w:tcW w:w="4534" w:type="dxa"/>
        </w:tcPr>
        <w:p w14:paraId="0706E795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F53758">
            <w:rPr>
              <w:rFonts w:ascii="Poppins" w:hAnsi="Poppins" w:cs="Poppins"/>
              <w:iCs/>
              <w:noProof/>
              <w:sz w:val="16"/>
            </w:rPr>
            <w:t>Sistema Classic Floor Rivestito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2EEF0231" w14:textId="3193CB21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DD4D5F">
            <w:rPr>
              <w:rFonts w:ascii="Poppins" w:hAnsi="Poppins" w:cs="Poppins"/>
              <w:noProof/>
              <w:sz w:val="14"/>
              <w:szCs w:val="14"/>
            </w:rPr>
            <w:t>14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3A6880D5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0DA46921" wp14:editId="7761D5DA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FB6D1" w14:textId="77777777" w:rsidR="003B1359" w:rsidRDefault="003B1359">
      <w:r>
        <w:separator/>
      </w:r>
    </w:p>
  </w:footnote>
  <w:footnote w:type="continuationSeparator" w:id="0">
    <w:p w14:paraId="5867ABBC" w14:textId="77777777" w:rsidR="003B1359" w:rsidRDefault="003B1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36CEE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5E2CBF0A" wp14:editId="75A9C982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2426D894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014F71BF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277F1"/>
    <w:multiLevelType w:val="hybridMultilevel"/>
    <w:tmpl w:val="621895D2"/>
    <w:lvl w:ilvl="0" w:tplc="B1C086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235D4"/>
    <w:multiLevelType w:val="hybridMultilevel"/>
    <w:tmpl w:val="81B6C3DC"/>
    <w:lvl w:ilvl="0" w:tplc="B1C086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C670F"/>
    <w:multiLevelType w:val="hybridMultilevel"/>
    <w:tmpl w:val="CA32961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4B89"/>
    <w:multiLevelType w:val="hybridMultilevel"/>
    <w:tmpl w:val="19D8F2D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8C4962"/>
    <w:multiLevelType w:val="hybridMultilevel"/>
    <w:tmpl w:val="11FE97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390243">
    <w:abstractNumId w:val="13"/>
  </w:num>
  <w:num w:numId="2" w16cid:durableId="1267083714">
    <w:abstractNumId w:val="12"/>
  </w:num>
  <w:num w:numId="3" w16cid:durableId="1164586119">
    <w:abstractNumId w:val="5"/>
  </w:num>
  <w:num w:numId="4" w16cid:durableId="778262451">
    <w:abstractNumId w:val="3"/>
  </w:num>
  <w:num w:numId="5" w16cid:durableId="1729183763">
    <w:abstractNumId w:val="9"/>
  </w:num>
  <w:num w:numId="6" w16cid:durableId="2041666572">
    <w:abstractNumId w:val="8"/>
  </w:num>
  <w:num w:numId="7" w16cid:durableId="623388537">
    <w:abstractNumId w:val="6"/>
  </w:num>
  <w:num w:numId="8" w16cid:durableId="1109818073">
    <w:abstractNumId w:val="8"/>
  </w:num>
  <w:num w:numId="9" w16cid:durableId="1796564050">
    <w:abstractNumId w:val="0"/>
  </w:num>
  <w:num w:numId="10" w16cid:durableId="344018495">
    <w:abstractNumId w:val="8"/>
  </w:num>
  <w:num w:numId="11" w16cid:durableId="19168831">
    <w:abstractNumId w:val="17"/>
  </w:num>
  <w:num w:numId="12" w16cid:durableId="1894996669">
    <w:abstractNumId w:val="20"/>
  </w:num>
  <w:num w:numId="13" w16cid:durableId="1205747815">
    <w:abstractNumId w:val="16"/>
  </w:num>
  <w:num w:numId="14" w16cid:durableId="473374807">
    <w:abstractNumId w:val="7"/>
  </w:num>
  <w:num w:numId="15" w16cid:durableId="420220313">
    <w:abstractNumId w:val="18"/>
  </w:num>
  <w:num w:numId="16" w16cid:durableId="1788504841">
    <w:abstractNumId w:val="21"/>
  </w:num>
  <w:num w:numId="17" w16cid:durableId="1996686381">
    <w:abstractNumId w:val="22"/>
  </w:num>
  <w:num w:numId="18" w16cid:durableId="1543978186">
    <w:abstractNumId w:val="19"/>
  </w:num>
  <w:num w:numId="19" w16cid:durableId="608588326">
    <w:abstractNumId w:val="1"/>
  </w:num>
  <w:num w:numId="20" w16cid:durableId="1844081820">
    <w:abstractNumId w:val="2"/>
  </w:num>
  <w:num w:numId="21" w16cid:durableId="2062710387">
    <w:abstractNumId w:val="23"/>
  </w:num>
  <w:num w:numId="22" w16cid:durableId="65613606">
    <w:abstractNumId w:val="10"/>
  </w:num>
  <w:num w:numId="23" w16cid:durableId="2017225352">
    <w:abstractNumId w:val="11"/>
  </w:num>
  <w:num w:numId="24" w16cid:durableId="687027815">
    <w:abstractNumId w:val="4"/>
  </w:num>
  <w:num w:numId="25" w16cid:durableId="6490811">
    <w:abstractNumId w:val="15"/>
  </w:num>
  <w:num w:numId="26" w16cid:durableId="4118546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9136B"/>
    <w:rsid w:val="000B6932"/>
    <w:rsid w:val="000C52FA"/>
    <w:rsid w:val="000F7A52"/>
    <w:rsid w:val="00103A0D"/>
    <w:rsid w:val="0011400A"/>
    <w:rsid w:val="001441C6"/>
    <w:rsid w:val="001450AB"/>
    <w:rsid w:val="001620E3"/>
    <w:rsid w:val="00171DAE"/>
    <w:rsid w:val="00195A49"/>
    <w:rsid w:val="001D365F"/>
    <w:rsid w:val="001F782F"/>
    <w:rsid w:val="0022311F"/>
    <w:rsid w:val="00224C33"/>
    <w:rsid w:val="0023000E"/>
    <w:rsid w:val="002346C2"/>
    <w:rsid w:val="002402BC"/>
    <w:rsid w:val="00264BCF"/>
    <w:rsid w:val="0028448D"/>
    <w:rsid w:val="002862D2"/>
    <w:rsid w:val="002A38F1"/>
    <w:rsid w:val="002B5D63"/>
    <w:rsid w:val="002F7EEA"/>
    <w:rsid w:val="00304518"/>
    <w:rsid w:val="003153BD"/>
    <w:rsid w:val="003333BC"/>
    <w:rsid w:val="00344430"/>
    <w:rsid w:val="003524C7"/>
    <w:rsid w:val="00357812"/>
    <w:rsid w:val="00365710"/>
    <w:rsid w:val="00372ECE"/>
    <w:rsid w:val="00391995"/>
    <w:rsid w:val="003B1359"/>
    <w:rsid w:val="004272FC"/>
    <w:rsid w:val="00433C12"/>
    <w:rsid w:val="00435C1A"/>
    <w:rsid w:val="0044592F"/>
    <w:rsid w:val="00447EFC"/>
    <w:rsid w:val="004706FD"/>
    <w:rsid w:val="00474537"/>
    <w:rsid w:val="0048382E"/>
    <w:rsid w:val="004A59B5"/>
    <w:rsid w:val="004F1A26"/>
    <w:rsid w:val="005235FA"/>
    <w:rsid w:val="00525BAE"/>
    <w:rsid w:val="00530F9B"/>
    <w:rsid w:val="005315F1"/>
    <w:rsid w:val="00536743"/>
    <w:rsid w:val="00562E55"/>
    <w:rsid w:val="00584984"/>
    <w:rsid w:val="005C2785"/>
    <w:rsid w:val="005C61B9"/>
    <w:rsid w:val="005E1169"/>
    <w:rsid w:val="006015C2"/>
    <w:rsid w:val="006040F5"/>
    <w:rsid w:val="00610343"/>
    <w:rsid w:val="00610639"/>
    <w:rsid w:val="00620C00"/>
    <w:rsid w:val="00665813"/>
    <w:rsid w:val="00693539"/>
    <w:rsid w:val="006B218C"/>
    <w:rsid w:val="006B29B1"/>
    <w:rsid w:val="006B6527"/>
    <w:rsid w:val="006C14CB"/>
    <w:rsid w:val="006D044B"/>
    <w:rsid w:val="006D4FDF"/>
    <w:rsid w:val="006E5C4B"/>
    <w:rsid w:val="006F1812"/>
    <w:rsid w:val="006F6AB3"/>
    <w:rsid w:val="00710BB8"/>
    <w:rsid w:val="00727388"/>
    <w:rsid w:val="0073789C"/>
    <w:rsid w:val="00741CE8"/>
    <w:rsid w:val="00745AB1"/>
    <w:rsid w:val="0074712F"/>
    <w:rsid w:val="00757AC7"/>
    <w:rsid w:val="00782096"/>
    <w:rsid w:val="007B5BA3"/>
    <w:rsid w:val="007D5EC7"/>
    <w:rsid w:val="007E1CA9"/>
    <w:rsid w:val="007E6E02"/>
    <w:rsid w:val="007E7665"/>
    <w:rsid w:val="007F4841"/>
    <w:rsid w:val="008014DD"/>
    <w:rsid w:val="0080323F"/>
    <w:rsid w:val="00830828"/>
    <w:rsid w:val="00844BBC"/>
    <w:rsid w:val="00851EF7"/>
    <w:rsid w:val="008574C8"/>
    <w:rsid w:val="00867692"/>
    <w:rsid w:val="00877739"/>
    <w:rsid w:val="008804CB"/>
    <w:rsid w:val="00895A25"/>
    <w:rsid w:val="008A2C0A"/>
    <w:rsid w:val="008B5587"/>
    <w:rsid w:val="008C2F7A"/>
    <w:rsid w:val="008C2F88"/>
    <w:rsid w:val="009059BB"/>
    <w:rsid w:val="00923354"/>
    <w:rsid w:val="00931A8A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3D8F"/>
    <w:rsid w:val="00A06A5E"/>
    <w:rsid w:val="00A216E2"/>
    <w:rsid w:val="00A418FB"/>
    <w:rsid w:val="00A560EE"/>
    <w:rsid w:val="00A62221"/>
    <w:rsid w:val="00A62A77"/>
    <w:rsid w:val="00A743FF"/>
    <w:rsid w:val="00AC0741"/>
    <w:rsid w:val="00AD05EC"/>
    <w:rsid w:val="00AD1706"/>
    <w:rsid w:val="00B406A9"/>
    <w:rsid w:val="00B43855"/>
    <w:rsid w:val="00B7475F"/>
    <w:rsid w:val="00B93CD1"/>
    <w:rsid w:val="00BB0104"/>
    <w:rsid w:val="00BB2A5B"/>
    <w:rsid w:val="00BD14D8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B1475"/>
    <w:rsid w:val="00CB59A2"/>
    <w:rsid w:val="00CC31A7"/>
    <w:rsid w:val="00CE61C0"/>
    <w:rsid w:val="00CE7C2F"/>
    <w:rsid w:val="00D061A5"/>
    <w:rsid w:val="00D178ED"/>
    <w:rsid w:val="00D17F30"/>
    <w:rsid w:val="00D2119B"/>
    <w:rsid w:val="00D229AF"/>
    <w:rsid w:val="00D26FD9"/>
    <w:rsid w:val="00D440AE"/>
    <w:rsid w:val="00D62BDF"/>
    <w:rsid w:val="00D832BB"/>
    <w:rsid w:val="00D902A4"/>
    <w:rsid w:val="00DA3646"/>
    <w:rsid w:val="00DD2E16"/>
    <w:rsid w:val="00DD4D5F"/>
    <w:rsid w:val="00DE5C0B"/>
    <w:rsid w:val="00DF1285"/>
    <w:rsid w:val="00E07577"/>
    <w:rsid w:val="00E17A38"/>
    <w:rsid w:val="00E36C49"/>
    <w:rsid w:val="00E42389"/>
    <w:rsid w:val="00E5632D"/>
    <w:rsid w:val="00E94BE3"/>
    <w:rsid w:val="00EA01C8"/>
    <w:rsid w:val="00EB2A99"/>
    <w:rsid w:val="00EB33B9"/>
    <w:rsid w:val="00EC29FF"/>
    <w:rsid w:val="00ED24CF"/>
    <w:rsid w:val="00ED49C9"/>
    <w:rsid w:val="00EF73E5"/>
    <w:rsid w:val="00F50F65"/>
    <w:rsid w:val="00F53758"/>
    <w:rsid w:val="00F60A08"/>
    <w:rsid w:val="00FB76EF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AE3ED7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477D-5BF3-491E-9B14-25F258D3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14</Pages>
  <Words>3332</Words>
  <Characters>17304</Characters>
  <Application>Microsoft Office Word</Application>
  <DocSecurity>0</DocSecurity>
  <Lines>144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20595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3</cp:revision>
  <cp:lastPrinted>2013-11-14T13:48:00Z</cp:lastPrinted>
  <dcterms:created xsi:type="dcterms:W3CDTF">2025-01-15T15:36:00Z</dcterms:created>
  <dcterms:modified xsi:type="dcterms:W3CDTF">2025-01-16T09:36:00Z</dcterms:modified>
</cp:coreProperties>
</file>